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FE4933" w:rsidRDefault="005742F1" w:rsidP="005742F1">
      <w:pPr>
        <w:pStyle w:val="Heading1"/>
        <w:keepNext w:val="0"/>
        <w:widowControl w:val="0"/>
        <w:jc w:val="right"/>
        <w:rPr>
          <w:u w:val="none"/>
        </w:rPr>
      </w:pPr>
      <w:r w:rsidRPr="00FE4933">
        <w:rPr>
          <w:u w:val="none"/>
        </w:rPr>
        <w:t>ОБРАЗЕЦ</w:t>
      </w:r>
    </w:p>
    <w:p w:rsidR="005742F1" w:rsidRPr="00FE4933" w:rsidRDefault="005742F1" w:rsidP="005742F1">
      <w:pPr>
        <w:pStyle w:val="Heading1"/>
        <w:keepNext w:val="0"/>
        <w:widowControl w:val="0"/>
        <w:rPr>
          <w:b w:val="0"/>
          <w:bCs w:val="0"/>
        </w:rPr>
      </w:pPr>
      <w:r w:rsidRPr="00FE4933">
        <w:rPr>
          <w:b w:val="0"/>
          <w:bCs w:val="0"/>
        </w:rPr>
        <w:t>_________________________________________________</w:t>
      </w:r>
      <w:r w:rsidR="00994052" w:rsidRPr="00FE4933">
        <w:rPr>
          <w:b w:val="0"/>
          <w:bCs w:val="0"/>
        </w:rPr>
        <w:t>_______________________________</w:t>
      </w:r>
    </w:p>
    <w:p w:rsidR="005742F1" w:rsidRPr="00FE4933" w:rsidRDefault="005742F1" w:rsidP="005742F1">
      <w:pPr>
        <w:pStyle w:val="Heading1"/>
        <w:keepNext w:val="0"/>
        <w:widowControl w:val="0"/>
        <w:rPr>
          <w:b w:val="0"/>
          <w:bCs w:val="0"/>
          <w:u w:val="none"/>
        </w:rPr>
      </w:pPr>
      <w:r w:rsidRPr="00FE4933">
        <w:rPr>
          <w:b w:val="0"/>
          <w:bCs w:val="0"/>
          <w:u w:val="none"/>
        </w:rPr>
        <w:t>/пълно наименование на участника, търговски адрес, телефон и факс, ЕИК и ИН по ЗДДС/</w:t>
      </w:r>
    </w:p>
    <w:p w:rsidR="005742F1" w:rsidRPr="00FE4933" w:rsidRDefault="005742F1" w:rsidP="005742F1">
      <w:pPr>
        <w:pStyle w:val="Heading2"/>
        <w:keepNext w:val="0"/>
        <w:widowControl w:val="0"/>
        <w:spacing w:line="360" w:lineRule="auto"/>
        <w:rPr>
          <w:b w:val="0"/>
          <w:bCs w:val="0"/>
        </w:rPr>
      </w:pPr>
    </w:p>
    <w:p w:rsidR="005742F1" w:rsidRPr="00FE4933" w:rsidRDefault="005742F1" w:rsidP="005742F1">
      <w:pPr>
        <w:widowControl w:val="0"/>
        <w:rPr>
          <w:lang w:val="bg-BG"/>
        </w:rPr>
      </w:pPr>
    </w:p>
    <w:p w:rsidR="005742F1" w:rsidRPr="00FE4933" w:rsidRDefault="005742F1" w:rsidP="005742F1">
      <w:pPr>
        <w:pStyle w:val="Heading2"/>
        <w:keepNext w:val="0"/>
        <w:widowControl w:val="0"/>
        <w:spacing w:line="360" w:lineRule="auto"/>
        <w:ind w:left="5580" w:firstLine="720"/>
      </w:pPr>
      <w:r w:rsidRPr="00FE4933">
        <w:t>До</w:t>
      </w:r>
    </w:p>
    <w:p w:rsidR="005742F1" w:rsidRPr="00FE4933" w:rsidRDefault="005742F1" w:rsidP="005742F1">
      <w:pPr>
        <w:pStyle w:val="Heading5"/>
        <w:keepNext w:val="0"/>
        <w:widowControl w:val="0"/>
        <w:rPr>
          <w:sz w:val="24"/>
        </w:rPr>
      </w:pPr>
      <w:r w:rsidRPr="00FE4933">
        <w:rPr>
          <w:sz w:val="24"/>
        </w:rPr>
        <w:t xml:space="preserve">“АЕЦ Козлодуй” ЕАД </w:t>
      </w:r>
    </w:p>
    <w:p w:rsidR="005742F1" w:rsidRPr="00FE4933" w:rsidRDefault="005742F1" w:rsidP="005742F1">
      <w:pPr>
        <w:pStyle w:val="Heading5"/>
        <w:keepNext w:val="0"/>
        <w:widowControl w:val="0"/>
        <w:spacing w:after="120" w:line="240" w:lineRule="auto"/>
        <w:ind w:firstLine="6299"/>
        <w:rPr>
          <w:sz w:val="24"/>
        </w:rPr>
      </w:pPr>
      <w:r w:rsidRPr="00FE4933">
        <w:rPr>
          <w:sz w:val="24"/>
        </w:rPr>
        <w:t>гр. Козлодуй</w:t>
      </w:r>
    </w:p>
    <w:p w:rsidR="005742F1" w:rsidRPr="00FE4933" w:rsidRDefault="005742F1" w:rsidP="005742F1">
      <w:pPr>
        <w:pStyle w:val="BodyText"/>
        <w:widowControl w:val="0"/>
        <w:spacing w:after="120"/>
        <w:ind w:left="2880" w:firstLine="720"/>
        <w:rPr>
          <w:b/>
          <w:bCs/>
          <w:sz w:val="32"/>
          <w:szCs w:val="32"/>
        </w:rPr>
      </w:pPr>
      <w:r w:rsidRPr="00FE4933">
        <w:rPr>
          <w:b/>
          <w:bCs/>
          <w:sz w:val="32"/>
          <w:szCs w:val="32"/>
        </w:rPr>
        <w:t>О Ф Е Р Т А</w:t>
      </w:r>
    </w:p>
    <w:p w:rsidR="005742F1" w:rsidRPr="00FE4933" w:rsidRDefault="005742F1" w:rsidP="005742F1">
      <w:pPr>
        <w:widowControl w:val="0"/>
        <w:spacing w:line="360" w:lineRule="auto"/>
        <w:jc w:val="center"/>
        <w:rPr>
          <w:lang w:val="bg-BG"/>
        </w:rPr>
      </w:pPr>
      <w:r w:rsidRPr="00FE4933">
        <w:rPr>
          <w:lang w:val="bg-BG"/>
        </w:rPr>
        <w:t>за участие в процедура на договаряне с предварителна покана за участие с предмет:</w:t>
      </w:r>
    </w:p>
    <w:p w:rsidR="005742F1" w:rsidRPr="00FE4933" w:rsidRDefault="005742F1" w:rsidP="00622328">
      <w:pPr>
        <w:pStyle w:val="BodyText"/>
        <w:widowControl w:val="0"/>
        <w:spacing w:line="360" w:lineRule="auto"/>
        <w:jc w:val="center"/>
        <w:rPr>
          <w:b/>
          <w:bCs/>
        </w:rPr>
      </w:pPr>
      <w:r w:rsidRPr="00FE4933">
        <w:rPr>
          <w:b/>
          <w:bCs/>
        </w:rPr>
        <w:t>“</w:t>
      </w:r>
      <w:r w:rsidR="007719AF" w:rsidRPr="00FE4933">
        <w:rPr>
          <w:b/>
          <w:bCs/>
        </w:rPr>
        <w:t xml:space="preserve">Техническа помощ при провеждане на </w:t>
      </w:r>
      <w:proofErr w:type="spellStart"/>
      <w:r w:rsidR="007719AF" w:rsidRPr="00FE4933">
        <w:rPr>
          <w:b/>
          <w:bCs/>
        </w:rPr>
        <w:t>вихровотоков</w:t>
      </w:r>
      <w:proofErr w:type="spellEnd"/>
      <w:r w:rsidR="007719AF" w:rsidRPr="00FE4933">
        <w:rPr>
          <w:b/>
          <w:bCs/>
        </w:rPr>
        <w:t xml:space="preserve"> контрол на </w:t>
      </w:r>
      <w:proofErr w:type="spellStart"/>
      <w:r w:rsidR="007719AF" w:rsidRPr="00FE4933">
        <w:rPr>
          <w:b/>
          <w:bCs/>
        </w:rPr>
        <w:t>топлообменните</w:t>
      </w:r>
      <w:proofErr w:type="spellEnd"/>
      <w:r w:rsidR="007719AF" w:rsidRPr="00FE4933">
        <w:rPr>
          <w:b/>
          <w:bCs/>
        </w:rPr>
        <w:t xml:space="preserve"> тръби на </w:t>
      </w:r>
      <w:proofErr w:type="spellStart"/>
      <w:r w:rsidR="007719AF" w:rsidRPr="00FE4933">
        <w:rPr>
          <w:b/>
          <w:bCs/>
        </w:rPr>
        <w:t>парогенератори</w:t>
      </w:r>
      <w:proofErr w:type="spellEnd"/>
      <w:r w:rsidR="007719AF" w:rsidRPr="00FE4933">
        <w:rPr>
          <w:b/>
          <w:bCs/>
        </w:rPr>
        <w:t xml:space="preserve"> тип ПГВ 1000М на </w:t>
      </w:r>
      <w:proofErr w:type="spellStart"/>
      <w:r w:rsidR="007719AF" w:rsidRPr="00FE4933">
        <w:rPr>
          <w:b/>
          <w:bCs/>
        </w:rPr>
        <w:t>енергоблокове</w:t>
      </w:r>
      <w:proofErr w:type="spellEnd"/>
      <w:r w:rsidR="007719AF" w:rsidRPr="00FE4933">
        <w:rPr>
          <w:b/>
          <w:bCs/>
        </w:rPr>
        <w:t xml:space="preserve"> 5 и 6</w:t>
      </w:r>
      <w:r w:rsidRPr="00FE4933">
        <w:rPr>
          <w:b/>
          <w:bCs/>
        </w:rPr>
        <w:t>”</w:t>
      </w:r>
    </w:p>
    <w:p w:rsidR="00622328" w:rsidRPr="00FE4933" w:rsidRDefault="00622328" w:rsidP="00622328">
      <w:pPr>
        <w:pStyle w:val="BodyText"/>
        <w:widowControl w:val="0"/>
        <w:ind w:firstLine="720"/>
        <w:rPr>
          <w:b/>
          <w:bCs/>
        </w:rPr>
      </w:pPr>
    </w:p>
    <w:p w:rsidR="005742F1" w:rsidRPr="00FE4933" w:rsidRDefault="005742F1" w:rsidP="00622328">
      <w:pPr>
        <w:pStyle w:val="BodyText"/>
        <w:widowControl w:val="0"/>
        <w:ind w:firstLine="720"/>
        <w:rPr>
          <w:b/>
          <w:bCs/>
        </w:rPr>
      </w:pPr>
      <w:r w:rsidRPr="00FE4933">
        <w:rPr>
          <w:b/>
          <w:bCs/>
        </w:rPr>
        <w:t>УВАЖАЕМИ ГОСПОДА,</w:t>
      </w:r>
    </w:p>
    <w:p w:rsidR="005742F1" w:rsidRPr="00FE4933" w:rsidRDefault="005742F1" w:rsidP="005742F1">
      <w:pPr>
        <w:pStyle w:val="BodyText"/>
      </w:pPr>
      <w:r w:rsidRPr="00FE4933">
        <w:tab/>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за сумата, посочена в </w:t>
      </w:r>
      <w:r w:rsidR="00AD20FB" w:rsidRPr="00FE4933">
        <w:t>Ценовото предложение</w:t>
      </w:r>
      <w:r w:rsidR="00FE4933">
        <w:t xml:space="preserve"> и в сроковете</w:t>
      </w:r>
      <w:r w:rsidRPr="00FE4933">
        <w:t>, ко</w:t>
      </w:r>
      <w:r w:rsidR="00FE4933">
        <w:t>е</w:t>
      </w:r>
      <w:r w:rsidRPr="00FE4933">
        <w:t xml:space="preserve">то </w:t>
      </w:r>
      <w:r w:rsidR="00FE4933">
        <w:t>е</w:t>
      </w:r>
      <w:r w:rsidRPr="00FE4933">
        <w:t xml:space="preserve"> неразделна част от нашата оферта.</w:t>
      </w:r>
    </w:p>
    <w:p w:rsidR="005742F1" w:rsidRPr="00FE4933" w:rsidRDefault="005742F1" w:rsidP="005742F1">
      <w:pPr>
        <w:pStyle w:val="BodyText"/>
      </w:pPr>
      <w:r w:rsidRPr="00FE4933">
        <w:tab/>
        <w:t>Задължаваме се, в случай че нашата оферта бъде приета</w:t>
      </w:r>
      <w:r w:rsidR="00994052" w:rsidRPr="00FE4933">
        <w:t>,</w:t>
      </w:r>
      <w:r w:rsidRPr="00FE4933">
        <w:t xml:space="preserve"> да изпълним качествено дейностите</w:t>
      </w:r>
      <w:r w:rsidR="00994052" w:rsidRPr="00FE4933">
        <w:t>,</w:t>
      </w:r>
      <w:r w:rsidRPr="00FE4933">
        <w:t xml:space="preserve"> подробно описани в Техническо задание №</w:t>
      </w:r>
      <w:r w:rsidR="007719AF" w:rsidRPr="00FE4933">
        <w:t xml:space="preserve"> </w:t>
      </w:r>
      <w:r w:rsidR="009015AC">
        <w:t>19</w:t>
      </w:r>
      <w:r w:rsidR="007719AF" w:rsidRPr="00FE4933">
        <w:t>.</w:t>
      </w:r>
      <w:proofErr w:type="spellStart"/>
      <w:r w:rsidR="007719AF" w:rsidRPr="00FE4933">
        <w:t>ДиК</w:t>
      </w:r>
      <w:proofErr w:type="spellEnd"/>
      <w:r w:rsidR="007719AF" w:rsidRPr="00FE4933">
        <w:t>.</w:t>
      </w:r>
      <w:r w:rsidR="009015AC">
        <w:t>ТЗ</w:t>
      </w:r>
      <w:r w:rsidR="007719AF" w:rsidRPr="00FE4933">
        <w:t>.</w:t>
      </w:r>
      <w:r w:rsidR="009015AC">
        <w:t>59</w:t>
      </w:r>
      <w:r w:rsidRPr="00FE4933">
        <w:t>.</w:t>
      </w:r>
    </w:p>
    <w:p w:rsidR="005742F1" w:rsidRPr="00FE4933" w:rsidRDefault="005742F1" w:rsidP="005742F1">
      <w:pPr>
        <w:jc w:val="both"/>
        <w:rPr>
          <w:lang w:val="bg-BG"/>
        </w:rPr>
      </w:pPr>
      <w:r w:rsidRPr="00FE4933">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FE4933" w:rsidRDefault="002C15DE" w:rsidP="005742F1">
      <w:pPr>
        <w:pStyle w:val="BodyText"/>
        <w:ind w:firstLine="720"/>
      </w:pPr>
    </w:p>
    <w:p w:rsidR="005742F1" w:rsidRPr="00FE4933" w:rsidRDefault="005742F1" w:rsidP="005742F1">
      <w:pPr>
        <w:pStyle w:val="BodyText"/>
        <w:ind w:firstLine="720"/>
      </w:pPr>
      <w:r w:rsidRPr="00FE4933">
        <w:t>Опис на документите в офертата:</w:t>
      </w:r>
    </w:p>
    <w:p w:rsidR="00F26B41" w:rsidRPr="00FE4933" w:rsidRDefault="00F26B41">
      <w:pPr>
        <w:pStyle w:val="BodyText"/>
        <w:ind w:firstLine="720"/>
        <w:rPr>
          <w:sz w:val="10"/>
          <w:szCs w:val="10"/>
        </w:rPr>
      </w:pPr>
    </w:p>
    <w:p w:rsidR="00194B40" w:rsidRPr="00FE4933" w:rsidRDefault="00143A11" w:rsidP="00994052">
      <w:pPr>
        <w:pStyle w:val="BodyText2"/>
        <w:widowControl/>
        <w:numPr>
          <w:ilvl w:val="0"/>
          <w:numId w:val="6"/>
        </w:numPr>
        <w:ind w:left="0" w:firstLine="709"/>
        <w:rPr>
          <w:szCs w:val="22"/>
        </w:rPr>
      </w:pPr>
      <w:r w:rsidRPr="00FE4933">
        <w:rPr>
          <w:szCs w:val="22"/>
        </w:rPr>
        <w:t>Техническо предложение</w:t>
      </w:r>
    </w:p>
    <w:p w:rsidR="00994052" w:rsidRPr="00FE4933" w:rsidRDefault="00AD20FB" w:rsidP="00994052">
      <w:pPr>
        <w:pStyle w:val="BodyText2"/>
        <w:widowControl/>
        <w:numPr>
          <w:ilvl w:val="1"/>
          <w:numId w:val="6"/>
        </w:numPr>
        <w:ind w:left="0" w:firstLine="709"/>
        <w:rPr>
          <w:b w:val="0"/>
          <w:szCs w:val="22"/>
        </w:rPr>
      </w:pPr>
      <w:r w:rsidRPr="00FE4933">
        <w:rPr>
          <w:b w:val="0"/>
        </w:rPr>
        <w:t>Документ за упълномощаване, когато лицето, което подава офертата, не е законният представител на участника;</w:t>
      </w:r>
    </w:p>
    <w:p w:rsidR="00AD20FB" w:rsidRPr="00FE4933" w:rsidRDefault="00AD20FB" w:rsidP="00994052">
      <w:pPr>
        <w:pStyle w:val="BodyText2"/>
        <w:widowControl/>
        <w:numPr>
          <w:ilvl w:val="1"/>
          <w:numId w:val="6"/>
        </w:numPr>
        <w:ind w:left="0" w:firstLine="709"/>
        <w:rPr>
          <w:b w:val="0"/>
          <w:szCs w:val="22"/>
        </w:rPr>
      </w:pPr>
      <w:r w:rsidRPr="00FE4933">
        <w:rPr>
          <w:b w:val="0"/>
        </w:rPr>
        <w:t>Предложение за изпълнение на поръчката, което включва:</w:t>
      </w:r>
    </w:p>
    <w:p w:rsidR="00857646" w:rsidRPr="00FE4933" w:rsidRDefault="00857646" w:rsidP="00857646">
      <w:pPr>
        <w:pStyle w:val="BodyText2"/>
        <w:widowControl/>
        <w:numPr>
          <w:ilvl w:val="2"/>
          <w:numId w:val="6"/>
        </w:numPr>
        <w:ind w:left="0" w:firstLine="720"/>
        <w:rPr>
          <w:b w:val="0"/>
          <w:szCs w:val="22"/>
        </w:rPr>
      </w:pPr>
      <w:r w:rsidRPr="00FE4933">
        <w:rPr>
          <w:b w:val="0"/>
        </w:rPr>
        <w:t>Работна програма;</w:t>
      </w:r>
    </w:p>
    <w:p w:rsidR="00D6117F" w:rsidRPr="00FE4933" w:rsidRDefault="00D6117F" w:rsidP="00857646">
      <w:pPr>
        <w:pStyle w:val="BodyText2"/>
        <w:widowControl/>
        <w:numPr>
          <w:ilvl w:val="2"/>
          <w:numId w:val="6"/>
        </w:numPr>
        <w:ind w:left="0" w:firstLine="720"/>
        <w:rPr>
          <w:b w:val="0"/>
          <w:szCs w:val="22"/>
        </w:rPr>
      </w:pPr>
      <w:r w:rsidRPr="00D6117F">
        <w:rPr>
          <w:b w:val="0"/>
          <w:iCs/>
        </w:rPr>
        <w:t>Надлежни документи</w:t>
      </w:r>
      <w:r>
        <w:rPr>
          <w:iCs/>
        </w:rPr>
        <w:t xml:space="preserve"> </w:t>
      </w:r>
      <w:r>
        <w:rPr>
          <w:b w:val="0"/>
          <w:iCs/>
        </w:rPr>
        <w:t xml:space="preserve">за </w:t>
      </w:r>
      <w:r w:rsidR="00B3247F">
        <w:rPr>
          <w:b w:val="0"/>
          <w:iCs/>
        </w:rPr>
        <w:t>ползване</w:t>
      </w:r>
      <w:r>
        <w:rPr>
          <w:b w:val="0"/>
          <w:iCs/>
        </w:rPr>
        <w:t xml:space="preserve"> на програмни продукти </w:t>
      </w:r>
      <w:r>
        <w:rPr>
          <w:b w:val="0"/>
          <w:iCs/>
          <w:lang w:val="en-US"/>
        </w:rPr>
        <w:t xml:space="preserve">TEDDY-ACQ, </w:t>
      </w:r>
      <w:proofErr w:type="spellStart"/>
      <w:r>
        <w:rPr>
          <w:b w:val="0"/>
          <w:iCs/>
          <w:lang w:val="en-US"/>
        </w:rPr>
        <w:t>EddyNet</w:t>
      </w:r>
      <w:proofErr w:type="spellEnd"/>
      <w:r>
        <w:rPr>
          <w:b w:val="0"/>
          <w:iCs/>
          <w:lang w:val="en-US"/>
        </w:rPr>
        <w:t xml:space="preserve"> </w:t>
      </w:r>
      <w:r>
        <w:rPr>
          <w:b w:val="0"/>
          <w:iCs/>
        </w:rPr>
        <w:t xml:space="preserve">и </w:t>
      </w:r>
      <w:r>
        <w:rPr>
          <w:b w:val="0"/>
          <w:iCs/>
          <w:lang w:val="en-US"/>
        </w:rPr>
        <w:t>TEDDY-EVA-GV</w:t>
      </w:r>
      <w:r w:rsidR="000A36B3">
        <w:rPr>
          <w:b w:val="0"/>
          <w:iCs/>
        </w:rPr>
        <w:t xml:space="preserve">, съгласно т. </w:t>
      </w:r>
      <w:r w:rsidR="009015AC">
        <w:rPr>
          <w:b w:val="0"/>
          <w:iCs/>
        </w:rPr>
        <w:t>1.2</w:t>
      </w:r>
      <w:r w:rsidR="000A36B3">
        <w:rPr>
          <w:b w:val="0"/>
          <w:iCs/>
        </w:rPr>
        <w:t xml:space="preserve">. </w:t>
      </w:r>
      <w:r w:rsidR="000A36B3" w:rsidRPr="00FE4933">
        <w:rPr>
          <w:b w:val="0"/>
        </w:rPr>
        <w:t>от Техническото задание</w:t>
      </w:r>
      <w:r>
        <w:rPr>
          <w:b w:val="0"/>
          <w:iCs/>
        </w:rPr>
        <w:t>.</w:t>
      </w:r>
    </w:p>
    <w:p w:rsidR="00857646" w:rsidRPr="00FE4933" w:rsidRDefault="00857646" w:rsidP="00994052">
      <w:pPr>
        <w:pStyle w:val="BodyText2"/>
        <w:widowControl/>
        <w:numPr>
          <w:ilvl w:val="1"/>
          <w:numId w:val="6"/>
        </w:numPr>
        <w:ind w:left="0" w:firstLine="709"/>
        <w:rPr>
          <w:b w:val="0"/>
          <w:szCs w:val="22"/>
        </w:rPr>
      </w:pPr>
      <w:r w:rsidRPr="00FE4933">
        <w:rPr>
          <w:b w:val="0"/>
        </w:rPr>
        <w:t>Декларация за обстоятелствата по чл. 39, ал. 3, т. 1, б. в)</w:t>
      </w:r>
      <w:r w:rsidR="005D5309" w:rsidRPr="00FE4933">
        <w:rPr>
          <w:b w:val="0"/>
        </w:rPr>
        <w:t>,</w:t>
      </w:r>
      <w:r w:rsidRPr="00FE4933">
        <w:rPr>
          <w:b w:val="0"/>
        </w:rPr>
        <w:t xml:space="preserve"> г) </w:t>
      </w:r>
      <w:r w:rsidR="005D5309" w:rsidRPr="00FE4933">
        <w:rPr>
          <w:b w:val="0"/>
        </w:rPr>
        <w:t xml:space="preserve">и д) </w:t>
      </w:r>
      <w:r w:rsidRPr="00FE4933">
        <w:rPr>
          <w:b w:val="0"/>
        </w:rPr>
        <w:t>от ППЗОП</w:t>
      </w:r>
      <w:r w:rsidR="005D5309" w:rsidRPr="00FE4933">
        <w:rPr>
          <w:b w:val="0"/>
        </w:rPr>
        <w:t>.</w:t>
      </w:r>
    </w:p>
    <w:p w:rsidR="005D5309" w:rsidRPr="00FE4933" w:rsidRDefault="005D5309" w:rsidP="00994052">
      <w:pPr>
        <w:pStyle w:val="BodyText2"/>
        <w:widowControl/>
        <w:numPr>
          <w:ilvl w:val="1"/>
          <w:numId w:val="6"/>
        </w:numPr>
        <w:ind w:left="0" w:firstLine="709"/>
        <w:rPr>
          <w:b w:val="0"/>
          <w:szCs w:val="22"/>
        </w:rPr>
      </w:pPr>
      <w:r w:rsidRPr="00FE4933">
        <w:rPr>
          <w:b w:val="0"/>
        </w:rPr>
        <w:t>Предложение за изменение и/или допълнение на клаузите на проекта на договор, ако има такива.</w:t>
      </w:r>
    </w:p>
    <w:p w:rsidR="00194B40" w:rsidRPr="00FE4933" w:rsidRDefault="00143A11" w:rsidP="00ED3484">
      <w:pPr>
        <w:pStyle w:val="BodyText2"/>
        <w:widowControl/>
        <w:numPr>
          <w:ilvl w:val="0"/>
          <w:numId w:val="6"/>
        </w:numPr>
        <w:ind w:left="0" w:firstLine="709"/>
        <w:rPr>
          <w:szCs w:val="22"/>
        </w:rPr>
      </w:pPr>
      <w:r w:rsidRPr="00FE4933">
        <w:rPr>
          <w:szCs w:val="22"/>
        </w:rPr>
        <w:t>Ценово предложение</w:t>
      </w:r>
      <w:r w:rsidR="00194B40" w:rsidRPr="00FE4933">
        <w:rPr>
          <w:szCs w:val="22"/>
        </w:rPr>
        <w:t xml:space="preserve"> </w:t>
      </w:r>
    </w:p>
    <w:p w:rsidR="003905D2" w:rsidRPr="00FE4933" w:rsidRDefault="00194E68" w:rsidP="000A27A8">
      <w:pPr>
        <w:pStyle w:val="BodyText2"/>
        <w:widowControl/>
        <w:numPr>
          <w:ilvl w:val="1"/>
          <w:numId w:val="6"/>
        </w:numPr>
        <w:ind w:left="0" w:firstLine="709"/>
        <w:rPr>
          <w:b w:val="0"/>
        </w:rPr>
      </w:pPr>
      <w:r w:rsidRPr="00FE4933">
        <w:rPr>
          <w:b w:val="0"/>
        </w:rPr>
        <w:t>Ценов</w:t>
      </w:r>
      <w:r w:rsidR="004A30E3">
        <w:rPr>
          <w:b w:val="0"/>
        </w:rPr>
        <w:t>а</w:t>
      </w:r>
      <w:r w:rsidRPr="00FE4933">
        <w:rPr>
          <w:b w:val="0"/>
        </w:rPr>
        <w:t xml:space="preserve"> таблиц</w:t>
      </w:r>
      <w:r w:rsidR="004A30E3">
        <w:rPr>
          <w:b w:val="0"/>
        </w:rPr>
        <w:t>а</w:t>
      </w:r>
      <w:r w:rsidR="008C7AAB" w:rsidRPr="00FE4933">
        <w:rPr>
          <w:b w:val="0"/>
        </w:rPr>
        <w:t>;</w:t>
      </w:r>
    </w:p>
    <w:p w:rsidR="000A27A8" w:rsidRPr="00FE4933" w:rsidRDefault="00DD50DC" w:rsidP="000A27A8">
      <w:pPr>
        <w:pStyle w:val="BodyText2"/>
        <w:widowControl/>
        <w:numPr>
          <w:ilvl w:val="1"/>
          <w:numId w:val="6"/>
        </w:numPr>
        <w:ind w:left="0" w:firstLine="709"/>
        <w:rPr>
          <w:b w:val="0"/>
        </w:rPr>
      </w:pPr>
      <w:r w:rsidRPr="00FE4933">
        <w:rPr>
          <w:b w:val="0"/>
        </w:rPr>
        <w:t>Разделителна ведомост</w:t>
      </w:r>
      <w:r w:rsidR="00FB6EA4" w:rsidRPr="00FE4933">
        <w:rPr>
          <w:b w:val="0"/>
        </w:rPr>
        <w:t>.</w:t>
      </w:r>
    </w:p>
    <w:p w:rsidR="00194B40" w:rsidRPr="00FE4933" w:rsidRDefault="00194B40">
      <w:pPr>
        <w:spacing w:line="360" w:lineRule="auto"/>
        <w:ind w:left="374"/>
        <w:rPr>
          <w:bCs/>
          <w:sz w:val="10"/>
          <w:szCs w:val="10"/>
          <w:lang w:val="bg-BG"/>
        </w:rPr>
      </w:pPr>
    </w:p>
    <w:p w:rsidR="00194B40" w:rsidRPr="00FE4933" w:rsidRDefault="00194B40" w:rsidP="003D31CD">
      <w:pPr>
        <w:rPr>
          <w:b/>
          <w:sz w:val="22"/>
          <w:szCs w:val="22"/>
          <w:u w:val="single"/>
          <w:lang w:val="bg-BG"/>
        </w:rPr>
      </w:pPr>
      <w:r w:rsidRPr="00FE4933">
        <w:rPr>
          <w:b/>
          <w:sz w:val="22"/>
          <w:szCs w:val="22"/>
          <w:u w:val="single"/>
          <w:lang w:val="bg-BG"/>
        </w:rPr>
        <w:t>ПОДПИС и ПЕЧАТ:</w:t>
      </w:r>
    </w:p>
    <w:p w:rsidR="00194B40" w:rsidRPr="00FE4933" w:rsidRDefault="00194B40" w:rsidP="00111F21">
      <w:pPr>
        <w:pStyle w:val="BodyText"/>
        <w:ind w:left="567"/>
        <w:rPr>
          <w:sz w:val="16"/>
          <w:szCs w:val="16"/>
        </w:rPr>
      </w:pPr>
    </w:p>
    <w:p w:rsidR="00194B40" w:rsidRPr="00FE4933" w:rsidRDefault="00194B40" w:rsidP="003D31CD">
      <w:pPr>
        <w:pStyle w:val="BodyText"/>
        <w:rPr>
          <w:sz w:val="22"/>
          <w:szCs w:val="22"/>
        </w:rPr>
      </w:pPr>
      <w:r w:rsidRPr="00FE4933">
        <w:rPr>
          <w:sz w:val="22"/>
          <w:szCs w:val="22"/>
        </w:rPr>
        <w:t>______________________ (име и фамилия)</w:t>
      </w:r>
    </w:p>
    <w:p w:rsidR="00194B40" w:rsidRPr="00FE4933" w:rsidRDefault="00194B40" w:rsidP="00111F21">
      <w:pPr>
        <w:pStyle w:val="BodyText"/>
        <w:ind w:left="567"/>
        <w:rPr>
          <w:sz w:val="16"/>
          <w:szCs w:val="16"/>
        </w:rPr>
      </w:pPr>
    </w:p>
    <w:p w:rsidR="00194B40" w:rsidRPr="00FE4933" w:rsidRDefault="00194B40" w:rsidP="003D31CD">
      <w:pPr>
        <w:pStyle w:val="BodyText"/>
        <w:rPr>
          <w:sz w:val="22"/>
          <w:szCs w:val="22"/>
        </w:rPr>
      </w:pPr>
      <w:r w:rsidRPr="00FE4933">
        <w:rPr>
          <w:sz w:val="22"/>
          <w:szCs w:val="22"/>
        </w:rPr>
        <w:t>______________________ (дата)</w:t>
      </w:r>
    </w:p>
    <w:p w:rsidR="00194B40" w:rsidRPr="00FE4933" w:rsidRDefault="00194B40" w:rsidP="00111F21">
      <w:pPr>
        <w:pStyle w:val="BodyText"/>
        <w:ind w:left="567"/>
        <w:rPr>
          <w:sz w:val="16"/>
          <w:szCs w:val="16"/>
        </w:rPr>
      </w:pPr>
    </w:p>
    <w:p w:rsidR="00194B40" w:rsidRPr="00FE4933" w:rsidRDefault="00194B40" w:rsidP="003D31CD">
      <w:pPr>
        <w:pStyle w:val="BodyText"/>
        <w:ind w:left="2805" w:hanging="2805"/>
        <w:rPr>
          <w:sz w:val="22"/>
          <w:szCs w:val="22"/>
        </w:rPr>
      </w:pPr>
      <w:r w:rsidRPr="00FE4933">
        <w:rPr>
          <w:sz w:val="22"/>
          <w:szCs w:val="22"/>
        </w:rPr>
        <w:t xml:space="preserve">______________________ (длъжност на управляващия/представляващия </w:t>
      </w:r>
      <w:r w:rsidR="00F872F2" w:rsidRPr="00FE4933">
        <w:rPr>
          <w:sz w:val="22"/>
          <w:szCs w:val="22"/>
        </w:rPr>
        <w:t>участника</w:t>
      </w:r>
      <w:r w:rsidRPr="00FE4933">
        <w:rPr>
          <w:sz w:val="22"/>
          <w:szCs w:val="22"/>
        </w:rPr>
        <w:t>)</w:t>
      </w:r>
    </w:p>
    <w:p w:rsidR="00194B40" w:rsidRPr="00FE4933" w:rsidRDefault="00194B40" w:rsidP="00111F21">
      <w:pPr>
        <w:pStyle w:val="BodyText"/>
        <w:ind w:left="3366" w:hanging="2805"/>
        <w:rPr>
          <w:sz w:val="16"/>
          <w:szCs w:val="16"/>
        </w:rPr>
      </w:pPr>
    </w:p>
    <w:p w:rsidR="00FE4933" w:rsidRDefault="00194B40" w:rsidP="00FB6EA4">
      <w:pPr>
        <w:pStyle w:val="BodyText"/>
        <w:rPr>
          <w:sz w:val="22"/>
          <w:szCs w:val="22"/>
        </w:rPr>
      </w:pPr>
      <w:r w:rsidRPr="00FE4933">
        <w:rPr>
          <w:sz w:val="22"/>
          <w:szCs w:val="22"/>
        </w:rPr>
        <w:t>_________________</w:t>
      </w:r>
      <w:r w:rsidR="00F872F2" w:rsidRPr="00FE4933">
        <w:rPr>
          <w:sz w:val="22"/>
          <w:szCs w:val="22"/>
        </w:rPr>
        <w:t>_____ (наименование на участника</w:t>
      </w:r>
      <w:r w:rsidRPr="00FE4933">
        <w:rPr>
          <w:sz w:val="22"/>
          <w:szCs w:val="22"/>
        </w:rPr>
        <w:t>)</w:t>
      </w:r>
    </w:p>
    <w:p w:rsidR="00FE4933" w:rsidRDefault="00FE4933">
      <w:pPr>
        <w:rPr>
          <w:sz w:val="22"/>
          <w:szCs w:val="22"/>
          <w:lang w:val="bg-BG"/>
        </w:rPr>
      </w:pPr>
      <w:r>
        <w:rPr>
          <w:sz w:val="22"/>
          <w:szCs w:val="22"/>
        </w:rPr>
        <w:br w:type="page"/>
      </w:r>
    </w:p>
    <w:p w:rsidR="00FE4933" w:rsidRPr="00937613" w:rsidRDefault="00FE4933" w:rsidP="00FE4933">
      <w:pPr>
        <w:pStyle w:val="BodyText"/>
        <w:widowControl w:val="0"/>
        <w:ind w:left="5760"/>
        <w:rPr>
          <w:b/>
          <w:bCs/>
        </w:rPr>
      </w:pPr>
    </w:p>
    <w:p w:rsidR="00FE4933" w:rsidRPr="00937613" w:rsidRDefault="00FE4933" w:rsidP="00FE4933">
      <w:pPr>
        <w:pStyle w:val="BodyText"/>
        <w:widowControl w:val="0"/>
        <w:jc w:val="right"/>
        <w:rPr>
          <w:b/>
        </w:rPr>
      </w:pPr>
      <w:r>
        <w:rPr>
          <w:b/>
        </w:rPr>
        <w:t xml:space="preserve">ОБРАЗЕЦ по т. </w:t>
      </w:r>
      <w:r w:rsidRPr="00937613">
        <w:rPr>
          <w:b/>
        </w:rPr>
        <w:t>I.2.</w:t>
      </w:r>
      <w:r w:rsidR="009015AC">
        <w:rPr>
          <w:b/>
        </w:rPr>
        <w:t>1</w:t>
      </w:r>
      <w:r w:rsidRPr="00937613">
        <w:rPr>
          <w:b/>
        </w:rPr>
        <w:t>. към офертата</w:t>
      </w:r>
    </w:p>
    <w:p w:rsidR="00FE4933" w:rsidRPr="00937613" w:rsidRDefault="00FE4933" w:rsidP="00FE4933">
      <w:pPr>
        <w:pStyle w:val="BodyText"/>
        <w:widowControl w:val="0"/>
        <w:jc w:val="right"/>
        <w:rPr>
          <w:b/>
          <w:bCs/>
        </w:rPr>
      </w:pPr>
    </w:p>
    <w:p w:rsidR="00FE4933" w:rsidRPr="00937613" w:rsidRDefault="00FE4933" w:rsidP="00FE4933">
      <w:pPr>
        <w:pStyle w:val="BodyText"/>
        <w:widowControl w:val="0"/>
        <w:spacing w:line="360" w:lineRule="auto"/>
        <w:jc w:val="center"/>
        <w:rPr>
          <w:b/>
          <w:bCs/>
        </w:rPr>
      </w:pPr>
      <w:r w:rsidRPr="00937613">
        <w:rPr>
          <w:b/>
          <w:bCs/>
        </w:rPr>
        <w:t>РАБОТНА ПРОГРАМА</w:t>
      </w:r>
    </w:p>
    <w:p w:rsidR="00FE4933" w:rsidRPr="00937613" w:rsidRDefault="00FE4933" w:rsidP="00FE4933">
      <w:pPr>
        <w:pStyle w:val="BodyText"/>
        <w:spacing w:line="360" w:lineRule="auto"/>
        <w:jc w:val="center"/>
      </w:pPr>
      <w:r w:rsidRPr="00937613">
        <w:t xml:space="preserve">за участие в договаряне с предварителна покана за участие с предмет: </w:t>
      </w:r>
    </w:p>
    <w:p w:rsidR="00FE4933" w:rsidRPr="00937613" w:rsidRDefault="00FE4933" w:rsidP="00FE4933">
      <w:pPr>
        <w:pStyle w:val="BodyText"/>
        <w:spacing w:line="360" w:lineRule="auto"/>
        <w:jc w:val="center"/>
        <w:rPr>
          <w:b/>
          <w:bCs/>
        </w:rPr>
      </w:pPr>
      <w:r w:rsidRPr="00FE4933">
        <w:rPr>
          <w:b/>
          <w:bCs/>
        </w:rPr>
        <w:t xml:space="preserve">“Техническа помощ при провеждане на </w:t>
      </w:r>
      <w:proofErr w:type="spellStart"/>
      <w:r w:rsidRPr="00FE4933">
        <w:rPr>
          <w:b/>
          <w:bCs/>
        </w:rPr>
        <w:t>вихровотоков</w:t>
      </w:r>
      <w:proofErr w:type="spellEnd"/>
      <w:r w:rsidRPr="00FE4933">
        <w:rPr>
          <w:b/>
          <w:bCs/>
        </w:rPr>
        <w:t xml:space="preserve"> контрол на </w:t>
      </w:r>
      <w:proofErr w:type="spellStart"/>
      <w:r w:rsidRPr="00FE4933">
        <w:rPr>
          <w:b/>
          <w:bCs/>
        </w:rPr>
        <w:t>топлообменните</w:t>
      </w:r>
      <w:proofErr w:type="spellEnd"/>
      <w:r w:rsidRPr="00FE4933">
        <w:rPr>
          <w:b/>
          <w:bCs/>
        </w:rPr>
        <w:t xml:space="preserve"> тръби на </w:t>
      </w:r>
      <w:proofErr w:type="spellStart"/>
      <w:r w:rsidRPr="00FE4933">
        <w:rPr>
          <w:b/>
          <w:bCs/>
        </w:rPr>
        <w:t>парогенератори</w:t>
      </w:r>
      <w:proofErr w:type="spellEnd"/>
      <w:r w:rsidRPr="00FE4933">
        <w:rPr>
          <w:b/>
          <w:bCs/>
        </w:rPr>
        <w:t xml:space="preserve"> тип ПГВ 1000М на </w:t>
      </w:r>
      <w:proofErr w:type="spellStart"/>
      <w:r w:rsidRPr="00FE4933">
        <w:rPr>
          <w:b/>
          <w:bCs/>
        </w:rPr>
        <w:t>енергоблокове</w:t>
      </w:r>
      <w:proofErr w:type="spellEnd"/>
      <w:r w:rsidRPr="00FE4933">
        <w:rPr>
          <w:b/>
          <w:bCs/>
        </w:rPr>
        <w:t xml:space="preserve"> 5 и 6”</w:t>
      </w:r>
    </w:p>
    <w:p w:rsidR="00FE4933" w:rsidRPr="00937613" w:rsidRDefault="00FE4933" w:rsidP="00FE4933">
      <w:pPr>
        <w:pStyle w:val="BodyText"/>
        <w:rPr>
          <w:szCs w:val="22"/>
        </w:rPr>
      </w:pPr>
    </w:p>
    <w:p w:rsidR="00FE4933" w:rsidRPr="00937613" w:rsidRDefault="00FE4933" w:rsidP="00FE4933">
      <w:pPr>
        <w:pStyle w:val="BodyText"/>
        <w:rPr>
          <w:szCs w:val="22"/>
        </w:rPr>
      </w:pPr>
    </w:p>
    <w:p w:rsidR="00FE4933" w:rsidRPr="00937613" w:rsidRDefault="00FE4933" w:rsidP="00FE4933">
      <w:pPr>
        <w:pStyle w:val="BodyText"/>
        <w:rPr>
          <w:szCs w:val="22"/>
        </w:rPr>
      </w:pPr>
    </w:p>
    <w:tbl>
      <w:tblPr>
        <w:tblW w:w="9674"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7101"/>
        <w:gridCol w:w="2057"/>
      </w:tblGrid>
      <w:tr w:rsidR="00FE4933" w:rsidRPr="00937613" w:rsidTr="00591296">
        <w:tc>
          <w:tcPr>
            <w:tcW w:w="516" w:type="dxa"/>
          </w:tcPr>
          <w:p w:rsidR="00FE4933" w:rsidRPr="00937613" w:rsidRDefault="00FE4933" w:rsidP="00591296">
            <w:pPr>
              <w:spacing w:line="360" w:lineRule="auto"/>
              <w:ind w:left="-104" w:right="-121"/>
              <w:jc w:val="center"/>
              <w:rPr>
                <w:b/>
                <w:lang w:val="bg-BG"/>
              </w:rPr>
            </w:pPr>
            <w:r w:rsidRPr="00937613">
              <w:rPr>
                <w:b/>
                <w:lang w:val="bg-BG"/>
              </w:rPr>
              <w:t>№</w:t>
            </w:r>
          </w:p>
        </w:tc>
        <w:tc>
          <w:tcPr>
            <w:tcW w:w="7101" w:type="dxa"/>
          </w:tcPr>
          <w:p w:rsidR="00FE4933" w:rsidRPr="00937613" w:rsidRDefault="00FE4933" w:rsidP="00591296">
            <w:pPr>
              <w:spacing w:line="360" w:lineRule="auto"/>
              <w:jc w:val="center"/>
              <w:rPr>
                <w:b/>
                <w:lang w:val="bg-BG"/>
              </w:rPr>
            </w:pPr>
            <w:r w:rsidRPr="00937613">
              <w:rPr>
                <w:b/>
                <w:lang w:val="bg-BG"/>
              </w:rPr>
              <w:t>Вид дейност</w:t>
            </w:r>
          </w:p>
        </w:tc>
        <w:tc>
          <w:tcPr>
            <w:tcW w:w="2057" w:type="dxa"/>
          </w:tcPr>
          <w:p w:rsidR="00FE4933" w:rsidRPr="00937613" w:rsidRDefault="00FE4933" w:rsidP="00591296">
            <w:pPr>
              <w:ind w:left="-108" w:right="-108"/>
              <w:jc w:val="center"/>
              <w:rPr>
                <w:b/>
                <w:lang w:val="bg-BG"/>
              </w:rPr>
            </w:pPr>
            <w:r>
              <w:rPr>
                <w:b/>
                <w:lang w:val="bg-BG"/>
              </w:rPr>
              <w:t>Човеко-часа</w:t>
            </w:r>
            <w:r w:rsidRPr="00937613">
              <w:rPr>
                <w:b/>
                <w:lang w:val="bg-BG"/>
              </w:rPr>
              <w:t xml:space="preserve"> за </w:t>
            </w:r>
          </w:p>
          <w:p w:rsidR="00FE4933" w:rsidRPr="00937613" w:rsidRDefault="00FE4933" w:rsidP="00591296">
            <w:pPr>
              <w:ind w:left="-108" w:right="-108"/>
              <w:jc w:val="center"/>
              <w:rPr>
                <w:b/>
                <w:lang w:val="bg-BG"/>
              </w:rPr>
            </w:pPr>
            <w:r w:rsidRPr="00937613">
              <w:rPr>
                <w:b/>
                <w:lang w:val="bg-BG"/>
              </w:rPr>
              <w:t>изпълнение на дейността</w:t>
            </w:r>
          </w:p>
        </w:tc>
      </w:tr>
      <w:tr w:rsidR="00FE4933" w:rsidRPr="00937613" w:rsidTr="00591296">
        <w:trPr>
          <w:trHeight w:val="414"/>
        </w:trPr>
        <w:tc>
          <w:tcPr>
            <w:tcW w:w="516" w:type="dxa"/>
            <w:vAlign w:val="center"/>
          </w:tcPr>
          <w:p w:rsidR="00FE4933" w:rsidRPr="00937613" w:rsidDel="005C55FA" w:rsidRDefault="00FE4933" w:rsidP="00591296">
            <w:pPr>
              <w:ind w:left="-104" w:right="-121"/>
              <w:jc w:val="center"/>
              <w:rPr>
                <w:b/>
                <w:lang w:val="bg-BG"/>
              </w:rPr>
            </w:pPr>
            <w:r w:rsidRPr="00937613">
              <w:rPr>
                <w:b/>
                <w:lang w:val="bg-BG"/>
              </w:rPr>
              <w:t>1</w:t>
            </w:r>
          </w:p>
        </w:tc>
        <w:tc>
          <w:tcPr>
            <w:tcW w:w="7101" w:type="dxa"/>
            <w:vAlign w:val="center"/>
          </w:tcPr>
          <w:p w:rsidR="00FE4933" w:rsidRPr="00937613" w:rsidDel="005C55FA" w:rsidRDefault="00FE4933" w:rsidP="00591296">
            <w:pPr>
              <w:jc w:val="center"/>
              <w:rPr>
                <w:bCs/>
                <w:lang w:val="bg-BG"/>
              </w:rPr>
            </w:pPr>
          </w:p>
        </w:tc>
        <w:tc>
          <w:tcPr>
            <w:tcW w:w="2057" w:type="dxa"/>
            <w:vAlign w:val="center"/>
          </w:tcPr>
          <w:p w:rsidR="00FE4933" w:rsidRPr="00937613" w:rsidRDefault="00FE4933" w:rsidP="00591296">
            <w:pPr>
              <w:spacing w:line="360" w:lineRule="auto"/>
              <w:jc w:val="center"/>
              <w:rPr>
                <w:b/>
                <w:lang w:val="bg-BG"/>
              </w:rPr>
            </w:pPr>
          </w:p>
        </w:tc>
      </w:tr>
      <w:tr w:rsidR="00FE4933" w:rsidRPr="00937613" w:rsidTr="00591296">
        <w:trPr>
          <w:trHeight w:val="414"/>
        </w:trPr>
        <w:tc>
          <w:tcPr>
            <w:tcW w:w="516" w:type="dxa"/>
            <w:vAlign w:val="center"/>
          </w:tcPr>
          <w:p w:rsidR="00FE4933" w:rsidRPr="00937613" w:rsidDel="005C55FA" w:rsidRDefault="00FE4933" w:rsidP="00591296">
            <w:pPr>
              <w:ind w:left="-104" w:right="-121"/>
              <w:jc w:val="center"/>
              <w:rPr>
                <w:b/>
                <w:lang w:val="bg-BG"/>
              </w:rPr>
            </w:pPr>
            <w:r w:rsidRPr="00937613">
              <w:rPr>
                <w:b/>
                <w:lang w:val="bg-BG"/>
              </w:rPr>
              <w:t>2</w:t>
            </w:r>
          </w:p>
        </w:tc>
        <w:tc>
          <w:tcPr>
            <w:tcW w:w="7101" w:type="dxa"/>
            <w:vAlign w:val="center"/>
          </w:tcPr>
          <w:p w:rsidR="00FE4933" w:rsidRPr="00937613" w:rsidDel="005C55FA" w:rsidRDefault="00FE4933" w:rsidP="00591296">
            <w:pPr>
              <w:jc w:val="center"/>
              <w:rPr>
                <w:bCs/>
                <w:lang w:val="bg-BG"/>
              </w:rPr>
            </w:pPr>
          </w:p>
        </w:tc>
        <w:tc>
          <w:tcPr>
            <w:tcW w:w="2057" w:type="dxa"/>
            <w:vAlign w:val="center"/>
          </w:tcPr>
          <w:p w:rsidR="00FE4933" w:rsidRPr="00937613" w:rsidRDefault="00FE4933" w:rsidP="00591296">
            <w:pPr>
              <w:spacing w:line="360" w:lineRule="auto"/>
              <w:jc w:val="center"/>
              <w:rPr>
                <w:b/>
                <w:lang w:val="bg-BG"/>
              </w:rPr>
            </w:pPr>
          </w:p>
        </w:tc>
      </w:tr>
      <w:tr w:rsidR="00FE4933" w:rsidRPr="00937613" w:rsidTr="00591296">
        <w:trPr>
          <w:trHeight w:val="414"/>
        </w:trPr>
        <w:tc>
          <w:tcPr>
            <w:tcW w:w="516" w:type="dxa"/>
            <w:vAlign w:val="center"/>
          </w:tcPr>
          <w:p w:rsidR="00FE4933" w:rsidRPr="00937613" w:rsidDel="005C55FA" w:rsidRDefault="00FE4933" w:rsidP="00591296">
            <w:pPr>
              <w:ind w:left="-104" w:right="-121"/>
              <w:jc w:val="center"/>
              <w:rPr>
                <w:b/>
                <w:lang w:val="bg-BG"/>
              </w:rPr>
            </w:pPr>
            <w:r w:rsidRPr="00937613">
              <w:rPr>
                <w:b/>
                <w:lang w:val="bg-BG"/>
              </w:rPr>
              <w:t>n…</w:t>
            </w:r>
          </w:p>
        </w:tc>
        <w:tc>
          <w:tcPr>
            <w:tcW w:w="7101" w:type="dxa"/>
            <w:vAlign w:val="center"/>
          </w:tcPr>
          <w:p w:rsidR="00FE4933" w:rsidRPr="00937613" w:rsidDel="005C55FA" w:rsidRDefault="00FE4933" w:rsidP="00591296">
            <w:pPr>
              <w:jc w:val="center"/>
              <w:rPr>
                <w:bCs/>
                <w:lang w:val="bg-BG"/>
              </w:rPr>
            </w:pPr>
          </w:p>
        </w:tc>
        <w:tc>
          <w:tcPr>
            <w:tcW w:w="2057" w:type="dxa"/>
            <w:vAlign w:val="center"/>
          </w:tcPr>
          <w:p w:rsidR="00FE4933" w:rsidRPr="00937613" w:rsidRDefault="00FE4933" w:rsidP="00591296">
            <w:pPr>
              <w:spacing w:line="360" w:lineRule="auto"/>
              <w:jc w:val="center"/>
              <w:rPr>
                <w:b/>
                <w:lang w:val="bg-BG"/>
              </w:rPr>
            </w:pPr>
          </w:p>
        </w:tc>
      </w:tr>
      <w:tr w:rsidR="00FE4933" w:rsidRPr="00937613" w:rsidTr="00591296">
        <w:trPr>
          <w:trHeight w:val="414"/>
        </w:trPr>
        <w:tc>
          <w:tcPr>
            <w:tcW w:w="7617" w:type="dxa"/>
            <w:gridSpan w:val="2"/>
            <w:tcBorders>
              <w:left w:val="nil"/>
              <w:bottom w:val="nil"/>
            </w:tcBorders>
            <w:vAlign w:val="center"/>
          </w:tcPr>
          <w:p w:rsidR="00FE4933" w:rsidRPr="00937613" w:rsidRDefault="00FE4933" w:rsidP="00FE4933">
            <w:pPr>
              <w:jc w:val="right"/>
              <w:rPr>
                <w:b/>
                <w:lang w:val="bg-BG"/>
              </w:rPr>
            </w:pPr>
            <w:r w:rsidRPr="00937613">
              <w:rPr>
                <w:b/>
                <w:lang w:val="bg-BG"/>
              </w:rPr>
              <w:t xml:space="preserve">Общо </w:t>
            </w:r>
            <w:r>
              <w:rPr>
                <w:b/>
                <w:lang w:val="bg-BG"/>
              </w:rPr>
              <w:t>човеко-часа</w:t>
            </w:r>
            <w:r w:rsidRPr="00937613">
              <w:rPr>
                <w:b/>
                <w:lang w:val="bg-BG"/>
              </w:rPr>
              <w:t>:</w:t>
            </w:r>
          </w:p>
        </w:tc>
        <w:tc>
          <w:tcPr>
            <w:tcW w:w="2057" w:type="dxa"/>
            <w:vAlign w:val="center"/>
          </w:tcPr>
          <w:p w:rsidR="00FE4933" w:rsidRPr="00937613" w:rsidRDefault="00FE4933" w:rsidP="00591296">
            <w:pPr>
              <w:jc w:val="right"/>
              <w:rPr>
                <w:b/>
                <w:lang w:val="bg-BG"/>
              </w:rPr>
            </w:pPr>
          </w:p>
        </w:tc>
      </w:tr>
    </w:tbl>
    <w:p w:rsidR="00FE4933" w:rsidRDefault="00FE4933" w:rsidP="00FE4933">
      <w:pPr>
        <w:jc w:val="both"/>
        <w:rPr>
          <w:szCs w:val="22"/>
          <w:lang w:val="bg-BG"/>
        </w:rPr>
      </w:pPr>
    </w:p>
    <w:p w:rsidR="00FE4933" w:rsidRPr="00FE4933" w:rsidRDefault="00FE4933" w:rsidP="00FE4933">
      <w:pPr>
        <w:jc w:val="both"/>
        <w:rPr>
          <w:b/>
          <w:szCs w:val="22"/>
          <w:lang w:val="bg-BG"/>
        </w:rPr>
      </w:pPr>
      <w:r w:rsidRPr="00FE4933">
        <w:rPr>
          <w:b/>
          <w:szCs w:val="22"/>
          <w:lang w:val="bg-BG"/>
        </w:rPr>
        <w:t>Забележка:</w:t>
      </w:r>
    </w:p>
    <w:p w:rsidR="00FE4933" w:rsidRDefault="00FE4933" w:rsidP="00FE4933">
      <w:pPr>
        <w:jc w:val="both"/>
        <w:rPr>
          <w:szCs w:val="22"/>
          <w:lang w:val="bg-BG"/>
        </w:rPr>
      </w:pPr>
      <w:r>
        <w:rPr>
          <w:szCs w:val="22"/>
          <w:lang w:val="bg-BG"/>
        </w:rPr>
        <w:t>Работната програма се изготвя в съответствие с Таблица 1 по т. 2.1. от Техническото задание.</w:t>
      </w:r>
    </w:p>
    <w:p w:rsidR="00FE4933" w:rsidRPr="00937613" w:rsidRDefault="00FE4933" w:rsidP="00FE4933">
      <w:pPr>
        <w:jc w:val="both"/>
        <w:rPr>
          <w:szCs w:val="22"/>
          <w:lang w:val="bg-BG"/>
        </w:rPr>
      </w:pPr>
    </w:p>
    <w:p w:rsidR="00FE4933" w:rsidRPr="00937613" w:rsidRDefault="00FE4933" w:rsidP="00FE4933">
      <w:pPr>
        <w:spacing w:line="360" w:lineRule="auto"/>
        <w:ind w:firstLine="567"/>
        <w:rPr>
          <w:b/>
          <w:szCs w:val="22"/>
          <w:u w:val="single"/>
          <w:lang w:val="bg-BG"/>
        </w:rPr>
      </w:pPr>
      <w:r w:rsidRPr="00937613">
        <w:rPr>
          <w:b/>
          <w:szCs w:val="22"/>
          <w:u w:val="single"/>
          <w:lang w:val="bg-BG"/>
        </w:rPr>
        <w:t>ПОДПИС и ПЕЧАТ:</w:t>
      </w:r>
    </w:p>
    <w:p w:rsidR="00FE4933" w:rsidRPr="00937613" w:rsidRDefault="00FE4933" w:rsidP="00FE4933">
      <w:pPr>
        <w:pStyle w:val="BodyText"/>
        <w:ind w:left="567"/>
        <w:rPr>
          <w:sz w:val="16"/>
          <w:szCs w:val="22"/>
        </w:rPr>
      </w:pPr>
    </w:p>
    <w:p w:rsidR="00FE4933" w:rsidRPr="00937613" w:rsidRDefault="00FE4933" w:rsidP="00FE4933">
      <w:pPr>
        <w:pStyle w:val="BodyText"/>
        <w:ind w:left="567"/>
        <w:rPr>
          <w:szCs w:val="22"/>
        </w:rPr>
      </w:pPr>
      <w:r w:rsidRPr="00937613">
        <w:rPr>
          <w:szCs w:val="22"/>
        </w:rPr>
        <w:t>______________________ (име и Фамилия)</w:t>
      </w:r>
    </w:p>
    <w:p w:rsidR="00FE4933" w:rsidRPr="00937613" w:rsidRDefault="00FE4933" w:rsidP="00FE4933">
      <w:pPr>
        <w:pStyle w:val="BodyText"/>
        <w:ind w:left="567"/>
        <w:rPr>
          <w:sz w:val="16"/>
          <w:szCs w:val="22"/>
        </w:rPr>
      </w:pPr>
    </w:p>
    <w:p w:rsidR="00FE4933" w:rsidRPr="00937613" w:rsidRDefault="00FE4933" w:rsidP="00FE4933">
      <w:pPr>
        <w:pStyle w:val="BodyText"/>
        <w:ind w:left="567"/>
        <w:rPr>
          <w:szCs w:val="22"/>
        </w:rPr>
      </w:pPr>
      <w:r w:rsidRPr="00937613">
        <w:rPr>
          <w:szCs w:val="22"/>
        </w:rPr>
        <w:t>______________________ (дата)</w:t>
      </w:r>
    </w:p>
    <w:p w:rsidR="00FE4933" w:rsidRPr="00937613" w:rsidRDefault="00FE4933" w:rsidP="00FE4933">
      <w:pPr>
        <w:pStyle w:val="BodyText"/>
        <w:ind w:left="567"/>
        <w:rPr>
          <w:sz w:val="16"/>
          <w:szCs w:val="22"/>
        </w:rPr>
      </w:pPr>
    </w:p>
    <w:p w:rsidR="00FE4933" w:rsidRPr="00937613" w:rsidRDefault="00FE4933" w:rsidP="00FE4933">
      <w:pPr>
        <w:pStyle w:val="BodyText"/>
        <w:ind w:left="3366" w:hanging="2805"/>
        <w:rPr>
          <w:szCs w:val="22"/>
        </w:rPr>
      </w:pPr>
      <w:r w:rsidRPr="00937613">
        <w:rPr>
          <w:szCs w:val="22"/>
        </w:rPr>
        <w:t>______________________ (длъжност на управляващия/представляващия участника)</w:t>
      </w:r>
    </w:p>
    <w:p w:rsidR="00FE4933" w:rsidRPr="00937613" w:rsidRDefault="00FE4933" w:rsidP="00FE4933">
      <w:pPr>
        <w:pStyle w:val="BodyText"/>
        <w:ind w:left="3366" w:hanging="2805"/>
        <w:rPr>
          <w:sz w:val="16"/>
          <w:szCs w:val="22"/>
        </w:rPr>
      </w:pPr>
    </w:p>
    <w:p w:rsidR="00FE4933" w:rsidRPr="00937613" w:rsidRDefault="00FE4933" w:rsidP="00FE4933">
      <w:pPr>
        <w:pStyle w:val="BodyText"/>
        <w:ind w:left="567"/>
        <w:rPr>
          <w:szCs w:val="22"/>
        </w:rPr>
      </w:pPr>
      <w:r w:rsidRPr="00937613">
        <w:rPr>
          <w:szCs w:val="22"/>
        </w:rPr>
        <w:t>______________________ (наименование на участника)</w:t>
      </w:r>
    </w:p>
    <w:p w:rsidR="00FE4933" w:rsidRPr="00937613" w:rsidRDefault="00FE4933" w:rsidP="00FE4933">
      <w:pPr>
        <w:pStyle w:val="BodyText"/>
        <w:ind w:left="567"/>
      </w:pPr>
      <w:r w:rsidRPr="00937613">
        <w:t xml:space="preserve">                                       </w:t>
      </w:r>
    </w:p>
    <w:p w:rsidR="00FE4933" w:rsidRDefault="00FE4933" w:rsidP="00FE4933">
      <w:pPr>
        <w:pStyle w:val="Heading4"/>
        <w:numPr>
          <w:ilvl w:val="0"/>
          <w:numId w:val="0"/>
        </w:numPr>
        <w:spacing w:line="300" w:lineRule="exact"/>
        <w:ind w:firstLine="561"/>
      </w:pPr>
      <w:r w:rsidRPr="00937613">
        <w:br w:type="page"/>
      </w:r>
    </w:p>
    <w:p w:rsidR="00FE4933" w:rsidRPr="00937613" w:rsidRDefault="00FE4933" w:rsidP="00FE4933">
      <w:pPr>
        <w:pStyle w:val="Heading4"/>
        <w:numPr>
          <w:ilvl w:val="0"/>
          <w:numId w:val="0"/>
        </w:numPr>
        <w:spacing w:line="240" w:lineRule="auto"/>
      </w:pPr>
      <w:r>
        <w:lastRenderedPageBreak/>
        <w:t xml:space="preserve">ОБРАЗЕЦ по т. </w:t>
      </w:r>
      <w:proofErr w:type="spellStart"/>
      <w:r w:rsidRPr="00937613">
        <w:t>ΙI</w:t>
      </w:r>
      <w:proofErr w:type="spellEnd"/>
      <w:r w:rsidRPr="00937613">
        <w:t xml:space="preserve"> към офертата</w:t>
      </w:r>
    </w:p>
    <w:p w:rsidR="00FE4933" w:rsidRDefault="00FE4933" w:rsidP="00FE4933">
      <w:pPr>
        <w:pStyle w:val="Title"/>
      </w:pPr>
    </w:p>
    <w:p w:rsidR="00FE4933" w:rsidRPr="00937613" w:rsidRDefault="00FE4933" w:rsidP="00FE4933">
      <w:pPr>
        <w:pStyle w:val="Title"/>
      </w:pPr>
    </w:p>
    <w:p w:rsidR="00FE4933" w:rsidRPr="00937613" w:rsidRDefault="00FE4933" w:rsidP="00FE4933">
      <w:pPr>
        <w:pStyle w:val="Title"/>
      </w:pPr>
      <w:r w:rsidRPr="00937613">
        <w:t>П Р Е Д Л А Г А Н А   Ц Е Н А</w:t>
      </w:r>
    </w:p>
    <w:p w:rsidR="00FE4933" w:rsidRDefault="00FE4933" w:rsidP="00FE4933">
      <w:pPr>
        <w:pStyle w:val="Title"/>
        <w:rPr>
          <w:sz w:val="16"/>
        </w:rPr>
      </w:pPr>
    </w:p>
    <w:p w:rsidR="00FE4933" w:rsidRDefault="00FE4933" w:rsidP="00FE4933">
      <w:pPr>
        <w:pStyle w:val="Title"/>
        <w:rPr>
          <w:sz w:val="16"/>
        </w:rPr>
      </w:pPr>
    </w:p>
    <w:p w:rsidR="00FE4933" w:rsidRPr="00937613" w:rsidRDefault="00FE4933" w:rsidP="00FE4933">
      <w:pPr>
        <w:pStyle w:val="Title"/>
        <w:rPr>
          <w:sz w:val="16"/>
        </w:rPr>
      </w:pPr>
    </w:p>
    <w:p w:rsidR="00FE4933" w:rsidRPr="00937613" w:rsidRDefault="00FE4933" w:rsidP="00FE4933">
      <w:pPr>
        <w:pStyle w:val="BodyText"/>
        <w:jc w:val="center"/>
      </w:pPr>
      <w:r w:rsidRPr="00937613">
        <w:t xml:space="preserve">за участие в договаряне с предварителна покана за участие с предмет: </w:t>
      </w:r>
    </w:p>
    <w:p w:rsidR="00FE4933" w:rsidRDefault="00FE4933" w:rsidP="00FE4933">
      <w:pPr>
        <w:jc w:val="center"/>
        <w:rPr>
          <w:b/>
          <w:bCs/>
          <w:lang w:val="bg-BG"/>
        </w:rPr>
      </w:pPr>
      <w:r w:rsidRPr="00FE4933">
        <w:rPr>
          <w:b/>
          <w:bCs/>
          <w:lang w:val="bg-BG"/>
        </w:rPr>
        <w:t xml:space="preserve">“Техническа помощ при провеждане на </w:t>
      </w:r>
      <w:proofErr w:type="spellStart"/>
      <w:r w:rsidRPr="00FE4933">
        <w:rPr>
          <w:b/>
          <w:bCs/>
          <w:lang w:val="bg-BG"/>
        </w:rPr>
        <w:t>вихровотоков</w:t>
      </w:r>
      <w:proofErr w:type="spellEnd"/>
      <w:r w:rsidRPr="00FE4933">
        <w:rPr>
          <w:b/>
          <w:bCs/>
          <w:lang w:val="bg-BG"/>
        </w:rPr>
        <w:t xml:space="preserve"> контрол на </w:t>
      </w:r>
      <w:proofErr w:type="spellStart"/>
      <w:r w:rsidRPr="00FE4933">
        <w:rPr>
          <w:b/>
          <w:bCs/>
          <w:lang w:val="bg-BG"/>
        </w:rPr>
        <w:t>топлообменните</w:t>
      </w:r>
      <w:proofErr w:type="spellEnd"/>
      <w:r w:rsidRPr="00FE4933">
        <w:rPr>
          <w:b/>
          <w:bCs/>
          <w:lang w:val="bg-BG"/>
        </w:rPr>
        <w:t xml:space="preserve"> тръби на </w:t>
      </w:r>
      <w:proofErr w:type="spellStart"/>
      <w:r w:rsidRPr="00FE4933">
        <w:rPr>
          <w:b/>
          <w:bCs/>
          <w:lang w:val="bg-BG"/>
        </w:rPr>
        <w:t>парогенератори</w:t>
      </w:r>
      <w:proofErr w:type="spellEnd"/>
      <w:r w:rsidRPr="00FE4933">
        <w:rPr>
          <w:b/>
          <w:bCs/>
          <w:lang w:val="bg-BG"/>
        </w:rPr>
        <w:t xml:space="preserve"> тип ПГВ 1000М на </w:t>
      </w:r>
      <w:proofErr w:type="spellStart"/>
      <w:r w:rsidRPr="00FE4933">
        <w:rPr>
          <w:b/>
          <w:bCs/>
          <w:lang w:val="bg-BG"/>
        </w:rPr>
        <w:t>енергоблокове</w:t>
      </w:r>
      <w:proofErr w:type="spellEnd"/>
      <w:r w:rsidRPr="00FE4933">
        <w:rPr>
          <w:b/>
          <w:bCs/>
          <w:lang w:val="bg-BG"/>
        </w:rPr>
        <w:t xml:space="preserve"> 5 и 6”</w:t>
      </w:r>
    </w:p>
    <w:p w:rsidR="00FE4933" w:rsidRDefault="00FE4933" w:rsidP="00FE4933">
      <w:pPr>
        <w:jc w:val="center"/>
        <w:rPr>
          <w:b/>
          <w:bCs/>
          <w:lang w:val="bg-BG"/>
        </w:rPr>
      </w:pPr>
    </w:p>
    <w:p w:rsidR="00FE4933" w:rsidRPr="00937613" w:rsidRDefault="00FE4933" w:rsidP="00FE4933">
      <w:pPr>
        <w:jc w:val="center"/>
        <w:rPr>
          <w:b/>
          <w:lang w:val="bg-BG"/>
        </w:rPr>
      </w:pPr>
    </w:p>
    <w:tbl>
      <w:tblPr>
        <w:tblW w:w="98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828"/>
        <w:gridCol w:w="1276"/>
        <w:gridCol w:w="1299"/>
        <w:gridCol w:w="1394"/>
        <w:gridCol w:w="1496"/>
      </w:tblGrid>
      <w:tr w:rsidR="00600093" w:rsidRPr="00937613" w:rsidTr="00A20A32">
        <w:trPr>
          <w:trHeight w:val="484"/>
        </w:trPr>
        <w:tc>
          <w:tcPr>
            <w:tcW w:w="567" w:type="dxa"/>
            <w:vAlign w:val="center"/>
          </w:tcPr>
          <w:p w:rsidR="00600093" w:rsidRPr="00072D92" w:rsidRDefault="00600093" w:rsidP="00591296">
            <w:pPr>
              <w:jc w:val="center"/>
              <w:rPr>
                <w:b/>
                <w:lang w:val="bg-BG"/>
              </w:rPr>
            </w:pPr>
            <w:r w:rsidRPr="00072D92">
              <w:rPr>
                <w:b/>
                <w:lang w:val="bg-BG"/>
              </w:rPr>
              <w:t>№</w:t>
            </w:r>
          </w:p>
        </w:tc>
        <w:tc>
          <w:tcPr>
            <w:tcW w:w="3828" w:type="dxa"/>
            <w:vAlign w:val="center"/>
          </w:tcPr>
          <w:p w:rsidR="00600093" w:rsidRPr="00937613" w:rsidRDefault="00600093" w:rsidP="00591296">
            <w:pPr>
              <w:jc w:val="center"/>
              <w:rPr>
                <w:b/>
                <w:bCs/>
                <w:lang w:val="bg-BG"/>
              </w:rPr>
            </w:pPr>
            <w:r>
              <w:rPr>
                <w:b/>
                <w:bCs/>
                <w:lang w:val="bg-BG"/>
              </w:rPr>
              <w:t>Наименование на услугата</w:t>
            </w:r>
          </w:p>
        </w:tc>
        <w:tc>
          <w:tcPr>
            <w:tcW w:w="1276" w:type="dxa"/>
            <w:vAlign w:val="center"/>
          </w:tcPr>
          <w:p w:rsidR="00600093" w:rsidRPr="00937613" w:rsidRDefault="00600093" w:rsidP="00591296">
            <w:pPr>
              <w:jc w:val="center"/>
              <w:rPr>
                <w:b/>
                <w:lang w:val="bg-BG"/>
              </w:rPr>
            </w:pPr>
            <w:r>
              <w:rPr>
                <w:b/>
                <w:lang w:val="bg-BG"/>
              </w:rPr>
              <w:t>Мярка</w:t>
            </w:r>
          </w:p>
        </w:tc>
        <w:tc>
          <w:tcPr>
            <w:tcW w:w="1299" w:type="dxa"/>
            <w:vAlign w:val="center"/>
          </w:tcPr>
          <w:p w:rsidR="00600093" w:rsidRPr="00937613" w:rsidRDefault="00600093" w:rsidP="00600093">
            <w:pPr>
              <w:jc w:val="center"/>
              <w:rPr>
                <w:b/>
                <w:lang w:val="bg-BG"/>
              </w:rPr>
            </w:pPr>
            <w:proofErr w:type="spellStart"/>
            <w:r>
              <w:rPr>
                <w:b/>
                <w:lang w:val="bg-BG"/>
              </w:rPr>
              <w:t>Коли-чество</w:t>
            </w:r>
            <w:proofErr w:type="spellEnd"/>
            <w:r w:rsidRPr="00937613">
              <w:rPr>
                <w:b/>
                <w:lang w:val="bg-BG"/>
              </w:rPr>
              <w:t xml:space="preserve"> </w:t>
            </w:r>
          </w:p>
        </w:tc>
        <w:tc>
          <w:tcPr>
            <w:tcW w:w="1394" w:type="dxa"/>
            <w:vAlign w:val="center"/>
          </w:tcPr>
          <w:p w:rsidR="00600093" w:rsidRPr="00937613" w:rsidRDefault="00600093" w:rsidP="00591296">
            <w:pPr>
              <w:jc w:val="center"/>
              <w:rPr>
                <w:b/>
                <w:lang w:val="bg-BG"/>
              </w:rPr>
            </w:pPr>
            <w:r w:rsidRPr="00937613">
              <w:rPr>
                <w:b/>
                <w:lang w:val="bg-BG"/>
              </w:rPr>
              <w:t xml:space="preserve">Единична </w:t>
            </w:r>
            <w:r>
              <w:rPr>
                <w:b/>
                <w:lang w:val="bg-BG"/>
              </w:rPr>
              <w:t>цена</w:t>
            </w:r>
          </w:p>
        </w:tc>
        <w:tc>
          <w:tcPr>
            <w:tcW w:w="1496" w:type="dxa"/>
            <w:vAlign w:val="center"/>
          </w:tcPr>
          <w:p w:rsidR="00600093" w:rsidRPr="00937613" w:rsidRDefault="00600093" w:rsidP="00591296">
            <w:pPr>
              <w:jc w:val="center"/>
              <w:rPr>
                <w:b/>
                <w:lang w:val="bg-BG"/>
              </w:rPr>
            </w:pPr>
            <w:r w:rsidRPr="00937613">
              <w:rPr>
                <w:b/>
                <w:lang w:val="bg-BG"/>
              </w:rPr>
              <w:t>Общ</w:t>
            </w:r>
            <w:r>
              <w:rPr>
                <w:b/>
                <w:lang w:val="bg-BG"/>
              </w:rPr>
              <w:t>а цена</w:t>
            </w:r>
          </w:p>
        </w:tc>
      </w:tr>
      <w:tr w:rsidR="00600093" w:rsidRPr="00937613" w:rsidTr="00A20A32">
        <w:trPr>
          <w:trHeight w:val="484"/>
        </w:trPr>
        <w:tc>
          <w:tcPr>
            <w:tcW w:w="567" w:type="dxa"/>
            <w:vAlign w:val="center"/>
          </w:tcPr>
          <w:p w:rsidR="00600093" w:rsidRPr="00937613" w:rsidRDefault="00600093" w:rsidP="00591296">
            <w:pPr>
              <w:jc w:val="center"/>
              <w:rPr>
                <w:lang w:val="bg-BG"/>
              </w:rPr>
            </w:pPr>
            <w:r w:rsidRPr="00937613">
              <w:rPr>
                <w:lang w:val="bg-BG"/>
              </w:rPr>
              <w:t>1.</w:t>
            </w:r>
          </w:p>
        </w:tc>
        <w:tc>
          <w:tcPr>
            <w:tcW w:w="3828" w:type="dxa"/>
            <w:vAlign w:val="center"/>
          </w:tcPr>
          <w:p w:rsidR="00600093" w:rsidRPr="00937613" w:rsidRDefault="00600093" w:rsidP="00600093">
            <w:pPr>
              <w:rPr>
                <w:lang w:val="bg-BG"/>
              </w:rPr>
            </w:pPr>
            <w:r>
              <w:rPr>
                <w:lang w:val="bg-BG"/>
              </w:rPr>
              <w:t>Наем на специалист</w:t>
            </w:r>
          </w:p>
        </w:tc>
        <w:tc>
          <w:tcPr>
            <w:tcW w:w="1276" w:type="dxa"/>
            <w:vAlign w:val="center"/>
          </w:tcPr>
          <w:p w:rsidR="00600093" w:rsidRPr="00937613" w:rsidRDefault="00600093" w:rsidP="00600093">
            <w:pPr>
              <w:jc w:val="center"/>
              <w:rPr>
                <w:lang w:val="bg-BG"/>
              </w:rPr>
            </w:pPr>
          </w:p>
        </w:tc>
        <w:tc>
          <w:tcPr>
            <w:tcW w:w="1299" w:type="dxa"/>
            <w:vAlign w:val="center"/>
          </w:tcPr>
          <w:p w:rsidR="00600093" w:rsidRPr="00937613" w:rsidRDefault="00600093" w:rsidP="00591296">
            <w:pPr>
              <w:jc w:val="center"/>
              <w:rPr>
                <w:lang w:val="bg-BG"/>
              </w:rPr>
            </w:pPr>
          </w:p>
        </w:tc>
        <w:tc>
          <w:tcPr>
            <w:tcW w:w="1394" w:type="dxa"/>
            <w:vAlign w:val="center"/>
          </w:tcPr>
          <w:p w:rsidR="00600093" w:rsidRPr="00937613" w:rsidRDefault="00600093" w:rsidP="00591296">
            <w:pPr>
              <w:jc w:val="center"/>
              <w:rPr>
                <w:lang w:val="bg-BG"/>
              </w:rPr>
            </w:pPr>
          </w:p>
        </w:tc>
        <w:tc>
          <w:tcPr>
            <w:tcW w:w="1496" w:type="dxa"/>
            <w:vAlign w:val="center"/>
          </w:tcPr>
          <w:p w:rsidR="00600093" w:rsidRPr="00937613" w:rsidRDefault="00600093" w:rsidP="00591296">
            <w:pPr>
              <w:jc w:val="center"/>
              <w:rPr>
                <w:lang w:val="bg-BG"/>
              </w:rPr>
            </w:pPr>
          </w:p>
        </w:tc>
      </w:tr>
      <w:tr w:rsidR="00A20A32" w:rsidRPr="00937613" w:rsidTr="00A20A32">
        <w:trPr>
          <w:trHeight w:val="484"/>
        </w:trPr>
        <w:tc>
          <w:tcPr>
            <w:tcW w:w="567" w:type="dxa"/>
            <w:vAlign w:val="center"/>
          </w:tcPr>
          <w:p w:rsidR="00A20A32" w:rsidRPr="00937613" w:rsidRDefault="00A20A32" w:rsidP="00591296">
            <w:pPr>
              <w:jc w:val="center"/>
              <w:rPr>
                <w:lang w:val="bg-BG"/>
              </w:rPr>
            </w:pPr>
            <w:r>
              <w:rPr>
                <w:lang w:val="bg-BG"/>
              </w:rPr>
              <w:t>1.1</w:t>
            </w:r>
          </w:p>
        </w:tc>
        <w:tc>
          <w:tcPr>
            <w:tcW w:w="3828" w:type="dxa"/>
            <w:vAlign w:val="center"/>
          </w:tcPr>
          <w:p w:rsidR="00A20A32" w:rsidRPr="00937613" w:rsidRDefault="00A20A32" w:rsidP="00591296">
            <w:pPr>
              <w:rPr>
                <w:lang w:val="bg-BG"/>
              </w:rPr>
            </w:pPr>
            <w:r>
              <w:rPr>
                <w:lang w:val="bg-BG"/>
              </w:rPr>
              <w:t>Блок 5, ПГР 2019</w:t>
            </w:r>
          </w:p>
        </w:tc>
        <w:tc>
          <w:tcPr>
            <w:tcW w:w="1276" w:type="dxa"/>
          </w:tcPr>
          <w:p w:rsidR="00A20A32" w:rsidRDefault="00A20A32" w:rsidP="00591296">
            <w:pPr>
              <w:jc w:val="center"/>
              <w:rPr>
                <w:lang w:val="bg-BG"/>
              </w:rPr>
            </w:pPr>
            <w:r>
              <w:rPr>
                <w:lang w:val="bg-BG"/>
              </w:rPr>
              <w:t>ч</w:t>
            </w:r>
            <w:r w:rsidRPr="00452C59">
              <w:rPr>
                <w:lang w:val="bg-BG"/>
              </w:rPr>
              <w:t>овеко/</w:t>
            </w:r>
          </w:p>
          <w:p w:rsidR="00A20A32" w:rsidRDefault="00A20A32" w:rsidP="00A20A32">
            <w:pPr>
              <w:jc w:val="center"/>
            </w:pPr>
            <w:r w:rsidRPr="00452C59">
              <w:rPr>
                <w:lang w:val="bg-BG"/>
              </w:rPr>
              <w:t>часа</w:t>
            </w:r>
            <w:r>
              <w:rPr>
                <w:lang w:val="bg-BG"/>
              </w:rPr>
              <w:t>*дни</w:t>
            </w:r>
          </w:p>
        </w:tc>
        <w:tc>
          <w:tcPr>
            <w:tcW w:w="1299" w:type="dxa"/>
            <w:vAlign w:val="center"/>
          </w:tcPr>
          <w:p w:rsidR="00A20A32" w:rsidRPr="00937613" w:rsidRDefault="00A20A32" w:rsidP="00591296">
            <w:pPr>
              <w:jc w:val="center"/>
              <w:rPr>
                <w:lang w:val="bg-BG"/>
              </w:rPr>
            </w:pPr>
          </w:p>
        </w:tc>
        <w:tc>
          <w:tcPr>
            <w:tcW w:w="1394" w:type="dxa"/>
            <w:vAlign w:val="center"/>
          </w:tcPr>
          <w:p w:rsidR="00A20A32" w:rsidRPr="00937613" w:rsidRDefault="00A20A32" w:rsidP="00591296">
            <w:pPr>
              <w:jc w:val="center"/>
              <w:rPr>
                <w:lang w:val="bg-BG"/>
              </w:rPr>
            </w:pPr>
          </w:p>
        </w:tc>
        <w:tc>
          <w:tcPr>
            <w:tcW w:w="1496" w:type="dxa"/>
            <w:vAlign w:val="center"/>
          </w:tcPr>
          <w:p w:rsidR="00A20A32" w:rsidRPr="00937613" w:rsidRDefault="00A20A32" w:rsidP="00591296">
            <w:pPr>
              <w:jc w:val="center"/>
              <w:rPr>
                <w:lang w:val="bg-BG"/>
              </w:rPr>
            </w:pPr>
          </w:p>
        </w:tc>
      </w:tr>
      <w:tr w:rsidR="00A20A32" w:rsidRPr="00937613" w:rsidTr="00A20A32">
        <w:trPr>
          <w:trHeight w:val="484"/>
        </w:trPr>
        <w:tc>
          <w:tcPr>
            <w:tcW w:w="567" w:type="dxa"/>
            <w:vAlign w:val="center"/>
          </w:tcPr>
          <w:p w:rsidR="00A20A32" w:rsidRPr="00937613" w:rsidRDefault="00A20A32" w:rsidP="00591296">
            <w:pPr>
              <w:jc w:val="center"/>
              <w:rPr>
                <w:lang w:val="bg-BG"/>
              </w:rPr>
            </w:pPr>
            <w:r>
              <w:rPr>
                <w:lang w:val="bg-BG"/>
              </w:rPr>
              <w:t>1.2</w:t>
            </w:r>
          </w:p>
        </w:tc>
        <w:tc>
          <w:tcPr>
            <w:tcW w:w="3828" w:type="dxa"/>
            <w:vAlign w:val="center"/>
          </w:tcPr>
          <w:p w:rsidR="00A20A32" w:rsidRPr="00937613" w:rsidRDefault="00A20A32" w:rsidP="00591296">
            <w:pPr>
              <w:rPr>
                <w:lang w:val="bg-BG"/>
              </w:rPr>
            </w:pPr>
            <w:r>
              <w:rPr>
                <w:lang w:val="bg-BG"/>
              </w:rPr>
              <w:t>Блок 6, ПГР 2019</w:t>
            </w:r>
          </w:p>
        </w:tc>
        <w:tc>
          <w:tcPr>
            <w:tcW w:w="1276" w:type="dxa"/>
          </w:tcPr>
          <w:p w:rsidR="00A20A32" w:rsidRDefault="00A20A32" w:rsidP="00591296">
            <w:pPr>
              <w:jc w:val="center"/>
              <w:rPr>
                <w:lang w:val="bg-BG"/>
              </w:rPr>
            </w:pPr>
            <w:r>
              <w:rPr>
                <w:lang w:val="bg-BG"/>
              </w:rPr>
              <w:t>ч</w:t>
            </w:r>
            <w:r w:rsidRPr="00452C59">
              <w:rPr>
                <w:lang w:val="bg-BG"/>
              </w:rPr>
              <w:t>овеко/</w:t>
            </w:r>
          </w:p>
          <w:p w:rsidR="00A20A32" w:rsidRDefault="00A20A32" w:rsidP="00A20A32">
            <w:pPr>
              <w:jc w:val="center"/>
            </w:pPr>
            <w:r w:rsidRPr="00452C59">
              <w:rPr>
                <w:lang w:val="bg-BG"/>
              </w:rPr>
              <w:t>часа</w:t>
            </w:r>
            <w:r>
              <w:rPr>
                <w:lang w:val="bg-BG"/>
              </w:rPr>
              <w:t>*дни</w:t>
            </w:r>
          </w:p>
        </w:tc>
        <w:tc>
          <w:tcPr>
            <w:tcW w:w="1299" w:type="dxa"/>
            <w:vAlign w:val="center"/>
          </w:tcPr>
          <w:p w:rsidR="00A20A32" w:rsidRPr="00937613" w:rsidRDefault="00A20A32" w:rsidP="00591296">
            <w:pPr>
              <w:jc w:val="center"/>
              <w:rPr>
                <w:lang w:val="bg-BG"/>
              </w:rPr>
            </w:pPr>
          </w:p>
        </w:tc>
        <w:tc>
          <w:tcPr>
            <w:tcW w:w="1394" w:type="dxa"/>
            <w:vAlign w:val="center"/>
          </w:tcPr>
          <w:p w:rsidR="00A20A32" w:rsidRPr="00937613" w:rsidRDefault="00A20A32" w:rsidP="00591296">
            <w:pPr>
              <w:jc w:val="center"/>
              <w:rPr>
                <w:lang w:val="bg-BG"/>
              </w:rPr>
            </w:pPr>
          </w:p>
        </w:tc>
        <w:tc>
          <w:tcPr>
            <w:tcW w:w="1496" w:type="dxa"/>
            <w:vAlign w:val="center"/>
          </w:tcPr>
          <w:p w:rsidR="00A20A32" w:rsidRPr="00937613" w:rsidRDefault="00A20A32" w:rsidP="00591296">
            <w:pPr>
              <w:jc w:val="center"/>
              <w:rPr>
                <w:lang w:val="bg-BG"/>
              </w:rPr>
            </w:pPr>
          </w:p>
        </w:tc>
      </w:tr>
      <w:tr w:rsidR="00600093" w:rsidRPr="00937613" w:rsidTr="00A20A32">
        <w:trPr>
          <w:trHeight w:val="484"/>
        </w:trPr>
        <w:tc>
          <w:tcPr>
            <w:tcW w:w="567" w:type="dxa"/>
            <w:vAlign w:val="center"/>
          </w:tcPr>
          <w:p w:rsidR="00600093" w:rsidRPr="00937613" w:rsidRDefault="00600093" w:rsidP="00591296">
            <w:pPr>
              <w:jc w:val="center"/>
              <w:rPr>
                <w:lang w:val="bg-BG"/>
              </w:rPr>
            </w:pPr>
            <w:r w:rsidRPr="00937613">
              <w:rPr>
                <w:lang w:val="bg-BG"/>
              </w:rPr>
              <w:t>2.</w:t>
            </w:r>
          </w:p>
        </w:tc>
        <w:tc>
          <w:tcPr>
            <w:tcW w:w="3828" w:type="dxa"/>
            <w:vAlign w:val="center"/>
          </w:tcPr>
          <w:p w:rsidR="00600093" w:rsidRPr="00937613" w:rsidRDefault="00600093" w:rsidP="00600093">
            <w:pPr>
              <w:rPr>
                <w:lang w:val="bg-BG"/>
              </w:rPr>
            </w:pPr>
            <w:r>
              <w:rPr>
                <w:lang w:val="bg-BG"/>
              </w:rPr>
              <w:t>Престой в хотел</w:t>
            </w:r>
          </w:p>
        </w:tc>
        <w:tc>
          <w:tcPr>
            <w:tcW w:w="1276" w:type="dxa"/>
            <w:vAlign w:val="center"/>
          </w:tcPr>
          <w:p w:rsidR="00600093" w:rsidRDefault="00600093" w:rsidP="00600093">
            <w:pPr>
              <w:jc w:val="center"/>
              <w:rPr>
                <w:lang w:val="bg-BG"/>
              </w:rPr>
            </w:pPr>
            <w:r>
              <w:rPr>
                <w:lang w:val="bg-BG"/>
              </w:rPr>
              <w:t>човеко/</w:t>
            </w:r>
          </w:p>
          <w:p w:rsidR="00600093" w:rsidRPr="00937613" w:rsidRDefault="00600093" w:rsidP="00600093">
            <w:pPr>
              <w:jc w:val="center"/>
              <w:rPr>
                <w:lang w:val="bg-BG"/>
              </w:rPr>
            </w:pPr>
            <w:r>
              <w:rPr>
                <w:lang w:val="bg-BG"/>
              </w:rPr>
              <w:t>дни</w:t>
            </w:r>
          </w:p>
        </w:tc>
        <w:tc>
          <w:tcPr>
            <w:tcW w:w="1299" w:type="dxa"/>
            <w:vAlign w:val="center"/>
          </w:tcPr>
          <w:p w:rsidR="00600093" w:rsidRPr="00937613" w:rsidRDefault="00600093" w:rsidP="00591296">
            <w:pPr>
              <w:jc w:val="center"/>
              <w:rPr>
                <w:lang w:val="bg-BG"/>
              </w:rPr>
            </w:pPr>
          </w:p>
        </w:tc>
        <w:tc>
          <w:tcPr>
            <w:tcW w:w="1394" w:type="dxa"/>
            <w:vAlign w:val="center"/>
          </w:tcPr>
          <w:p w:rsidR="00600093" w:rsidRPr="00937613" w:rsidRDefault="00600093" w:rsidP="00591296">
            <w:pPr>
              <w:jc w:val="center"/>
              <w:rPr>
                <w:lang w:val="bg-BG"/>
              </w:rPr>
            </w:pPr>
          </w:p>
        </w:tc>
        <w:tc>
          <w:tcPr>
            <w:tcW w:w="1496" w:type="dxa"/>
            <w:vAlign w:val="center"/>
          </w:tcPr>
          <w:p w:rsidR="00600093" w:rsidRPr="00937613" w:rsidRDefault="00600093" w:rsidP="00591296">
            <w:pPr>
              <w:jc w:val="center"/>
              <w:rPr>
                <w:lang w:val="bg-BG"/>
              </w:rPr>
            </w:pPr>
          </w:p>
        </w:tc>
      </w:tr>
      <w:tr w:rsidR="00600093" w:rsidRPr="00937613" w:rsidTr="00A20A32">
        <w:trPr>
          <w:trHeight w:val="484"/>
        </w:trPr>
        <w:tc>
          <w:tcPr>
            <w:tcW w:w="567" w:type="dxa"/>
            <w:vAlign w:val="center"/>
          </w:tcPr>
          <w:p w:rsidR="00600093" w:rsidRPr="00937613" w:rsidRDefault="00600093" w:rsidP="00591296">
            <w:pPr>
              <w:jc w:val="center"/>
              <w:rPr>
                <w:lang w:val="bg-BG"/>
              </w:rPr>
            </w:pPr>
            <w:r>
              <w:rPr>
                <w:lang w:val="bg-BG"/>
              </w:rPr>
              <w:t>3.</w:t>
            </w:r>
          </w:p>
        </w:tc>
        <w:tc>
          <w:tcPr>
            <w:tcW w:w="3828" w:type="dxa"/>
            <w:vAlign w:val="center"/>
          </w:tcPr>
          <w:p w:rsidR="00600093" w:rsidRPr="00937613" w:rsidRDefault="00600093" w:rsidP="00600093">
            <w:pPr>
              <w:rPr>
                <w:lang w:val="bg-BG"/>
              </w:rPr>
            </w:pPr>
            <w:r>
              <w:rPr>
                <w:lang w:val="bg-BG"/>
              </w:rPr>
              <w:t>Пътуване (самолетни билети)</w:t>
            </w:r>
          </w:p>
        </w:tc>
        <w:tc>
          <w:tcPr>
            <w:tcW w:w="1276" w:type="dxa"/>
            <w:vAlign w:val="center"/>
          </w:tcPr>
          <w:p w:rsidR="00600093" w:rsidRPr="00937613" w:rsidRDefault="00600093" w:rsidP="00600093">
            <w:pPr>
              <w:jc w:val="center"/>
              <w:rPr>
                <w:lang w:val="bg-BG"/>
              </w:rPr>
            </w:pPr>
            <w:r>
              <w:rPr>
                <w:lang w:val="bg-BG"/>
              </w:rPr>
              <w:t>бр.</w:t>
            </w:r>
          </w:p>
        </w:tc>
        <w:tc>
          <w:tcPr>
            <w:tcW w:w="1299" w:type="dxa"/>
            <w:vAlign w:val="center"/>
          </w:tcPr>
          <w:p w:rsidR="00600093" w:rsidRPr="00937613" w:rsidRDefault="00600093" w:rsidP="00591296">
            <w:pPr>
              <w:jc w:val="center"/>
              <w:rPr>
                <w:lang w:val="bg-BG"/>
              </w:rPr>
            </w:pPr>
          </w:p>
        </w:tc>
        <w:tc>
          <w:tcPr>
            <w:tcW w:w="1394" w:type="dxa"/>
            <w:vAlign w:val="center"/>
          </w:tcPr>
          <w:p w:rsidR="00600093" w:rsidRPr="00937613" w:rsidRDefault="00600093" w:rsidP="00591296">
            <w:pPr>
              <w:jc w:val="center"/>
              <w:rPr>
                <w:lang w:val="bg-BG"/>
              </w:rPr>
            </w:pPr>
          </w:p>
        </w:tc>
        <w:tc>
          <w:tcPr>
            <w:tcW w:w="1496" w:type="dxa"/>
            <w:vAlign w:val="center"/>
          </w:tcPr>
          <w:p w:rsidR="00600093" w:rsidRPr="00937613" w:rsidRDefault="00600093" w:rsidP="00591296">
            <w:pPr>
              <w:jc w:val="center"/>
              <w:rPr>
                <w:lang w:val="bg-BG"/>
              </w:rPr>
            </w:pPr>
          </w:p>
        </w:tc>
      </w:tr>
      <w:tr w:rsidR="00600093" w:rsidRPr="00937613" w:rsidTr="00A20A32">
        <w:trPr>
          <w:trHeight w:val="484"/>
        </w:trPr>
        <w:tc>
          <w:tcPr>
            <w:tcW w:w="567" w:type="dxa"/>
            <w:vAlign w:val="center"/>
          </w:tcPr>
          <w:p w:rsidR="00600093" w:rsidRPr="00937613" w:rsidRDefault="00600093" w:rsidP="00591296">
            <w:pPr>
              <w:jc w:val="center"/>
              <w:rPr>
                <w:lang w:val="bg-BG"/>
              </w:rPr>
            </w:pPr>
            <w:r>
              <w:rPr>
                <w:lang w:val="bg-BG"/>
              </w:rPr>
              <w:t>4</w:t>
            </w:r>
            <w:r w:rsidRPr="00937613">
              <w:rPr>
                <w:lang w:val="bg-BG"/>
              </w:rPr>
              <w:t>.</w:t>
            </w:r>
          </w:p>
        </w:tc>
        <w:tc>
          <w:tcPr>
            <w:tcW w:w="3828" w:type="dxa"/>
            <w:vAlign w:val="center"/>
          </w:tcPr>
          <w:p w:rsidR="00600093" w:rsidRPr="00937613" w:rsidRDefault="00600093" w:rsidP="00600093">
            <w:pPr>
              <w:rPr>
                <w:lang w:val="bg-BG"/>
              </w:rPr>
            </w:pPr>
            <w:r>
              <w:rPr>
                <w:lang w:val="bg-BG"/>
              </w:rPr>
              <w:t>Дневни</w:t>
            </w:r>
          </w:p>
        </w:tc>
        <w:tc>
          <w:tcPr>
            <w:tcW w:w="1276" w:type="dxa"/>
            <w:vAlign w:val="center"/>
          </w:tcPr>
          <w:p w:rsidR="00600093" w:rsidRDefault="00600093" w:rsidP="00600093">
            <w:pPr>
              <w:jc w:val="center"/>
              <w:rPr>
                <w:lang w:val="bg-BG"/>
              </w:rPr>
            </w:pPr>
            <w:r>
              <w:rPr>
                <w:lang w:val="bg-BG"/>
              </w:rPr>
              <w:t>човеко/</w:t>
            </w:r>
          </w:p>
          <w:p w:rsidR="00600093" w:rsidRPr="00937613" w:rsidRDefault="00600093" w:rsidP="00600093">
            <w:pPr>
              <w:jc w:val="center"/>
              <w:rPr>
                <w:lang w:val="bg-BG"/>
              </w:rPr>
            </w:pPr>
            <w:r>
              <w:rPr>
                <w:lang w:val="bg-BG"/>
              </w:rPr>
              <w:t>дни</w:t>
            </w:r>
          </w:p>
        </w:tc>
        <w:tc>
          <w:tcPr>
            <w:tcW w:w="1299" w:type="dxa"/>
            <w:vAlign w:val="center"/>
          </w:tcPr>
          <w:p w:rsidR="00600093" w:rsidRPr="00937613" w:rsidRDefault="00600093" w:rsidP="00591296">
            <w:pPr>
              <w:jc w:val="center"/>
              <w:rPr>
                <w:lang w:val="bg-BG"/>
              </w:rPr>
            </w:pPr>
          </w:p>
        </w:tc>
        <w:tc>
          <w:tcPr>
            <w:tcW w:w="1394" w:type="dxa"/>
            <w:vAlign w:val="center"/>
          </w:tcPr>
          <w:p w:rsidR="00600093" w:rsidRPr="00937613" w:rsidRDefault="00600093" w:rsidP="00591296">
            <w:pPr>
              <w:jc w:val="center"/>
              <w:rPr>
                <w:lang w:val="bg-BG"/>
              </w:rPr>
            </w:pPr>
          </w:p>
        </w:tc>
        <w:tc>
          <w:tcPr>
            <w:tcW w:w="1496" w:type="dxa"/>
            <w:vAlign w:val="center"/>
          </w:tcPr>
          <w:p w:rsidR="00600093" w:rsidRPr="00937613" w:rsidRDefault="00600093" w:rsidP="00591296">
            <w:pPr>
              <w:jc w:val="center"/>
              <w:rPr>
                <w:lang w:val="bg-BG"/>
              </w:rPr>
            </w:pPr>
          </w:p>
        </w:tc>
      </w:tr>
      <w:tr w:rsidR="00600093" w:rsidRPr="00937613" w:rsidTr="00A20A32">
        <w:trPr>
          <w:trHeight w:val="484"/>
        </w:trPr>
        <w:tc>
          <w:tcPr>
            <w:tcW w:w="8364" w:type="dxa"/>
            <w:gridSpan w:val="5"/>
            <w:vAlign w:val="center"/>
          </w:tcPr>
          <w:p w:rsidR="00600093" w:rsidRPr="00600093" w:rsidRDefault="00600093" w:rsidP="00600093">
            <w:pPr>
              <w:jc w:val="right"/>
              <w:rPr>
                <w:b/>
                <w:lang w:val="bg-BG"/>
              </w:rPr>
            </w:pPr>
            <w:r w:rsidRPr="00600093">
              <w:rPr>
                <w:b/>
                <w:lang w:val="bg-BG"/>
              </w:rPr>
              <w:t>Пределна стойност на поръчката (в лева</w:t>
            </w:r>
            <w:r w:rsidR="00BE545A">
              <w:rPr>
                <w:b/>
                <w:lang w:val="bg-BG"/>
              </w:rPr>
              <w:t>/</w:t>
            </w:r>
            <w:r w:rsidR="00BE545A">
              <w:rPr>
                <w:b/>
                <w:lang w:val="en-US"/>
              </w:rPr>
              <w:t>EUR</w:t>
            </w:r>
            <w:r w:rsidRPr="00600093">
              <w:rPr>
                <w:b/>
                <w:lang w:val="bg-BG"/>
              </w:rPr>
              <w:t xml:space="preserve"> без ДДС):</w:t>
            </w:r>
          </w:p>
        </w:tc>
        <w:tc>
          <w:tcPr>
            <w:tcW w:w="1496" w:type="dxa"/>
            <w:vAlign w:val="center"/>
          </w:tcPr>
          <w:p w:rsidR="00600093" w:rsidRPr="00937613" w:rsidRDefault="00600093" w:rsidP="00591296">
            <w:pPr>
              <w:jc w:val="center"/>
              <w:rPr>
                <w:lang w:val="bg-BG"/>
              </w:rPr>
            </w:pPr>
          </w:p>
        </w:tc>
      </w:tr>
    </w:tbl>
    <w:p w:rsidR="00A20A32" w:rsidRDefault="00A20A32" w:rsidP="00A20A32">
      <w:pPr>
        <w:jc w:val="both"/>
        <w:rPr>
          <w:szCs w:val="22"/>
          <w:lang w:val="bg-BG"/>
        </w:rPr>
      </w:pPr>
    </w:p>
    <w:p w:rsidR="00A20A32" w:rsidRPr="00FE4933" w:rsidRDefault="00A20A32" w:rsidP="00A20A32">
      <w:pPr>
        <w:jc w:val="both"/>
        <w:rPr>
          <w:b/>
          <w:szCs w:val="22"/>
          <w:lang w:val="bg-BG"/>
        </w:rPr>
      </w:pPr>
      <w:r w:rsidRPr="00FE4933">
        <w:rPr>
          <w:b/>
          <w:szCs w:val="22"/>
          <w:lang w:val="bg-BG"/>
        </w:rPr>
        <w:t>Забележка:</w:t>
      </w:r>
    </w:p>
    <w:p w:rsidR="00A20A32" w:rsidRDefault="00A20A32" w:rsidP="00A20A32">
      <w:pPr>
        <w:jc w:val="both"/>
        <w:rPr>
          <w:szCs w:val="22"/>
          <w:lang w:val="bg-BG"/>
        </w:rPr>
      </w:pPr>
      <w:r>
        <w:rPr>
          <w:szCs w:val="22"/>
          <w:lang w:val="bg-BG"/>
        </w:rPr>
        <w:t>Ценовата таблица се изготвя в съответствие с Таблица 1 по т. 2.1. от Техническото задание.</w:t>
      </w:r>
    </w:p>
    <w:p w:rsidR="00FE4933" w:rsidRDefault="00FE4933" w:rsidP="00FE4933">
      <w:pPr>
        <w:ind w:firstLine="357"/>
        <w:jc w:val="both"/>
        <w:rPr>
          <w:lang w:val="bg-BG"/>
        </w:rPr>
      </w:pPr>
    </w:p>
    <w:p w:rsidR="00FE4933" w:rsidRPr="00937613" w:rsidRDefault="00FE4933" w:rsidP="00FE4933">
      <w:pPr>
        <w:ind w:firstLine="567"/>
        <w:rPr>
          <w:b/>
          <w:color w:val="000000"/>
          <w:szCs w:val="22"/>
          <w:u w:val="single"/>
          <w:lang w:val="bg-BG"/>
        </w:rPr>
      </w:pPr>
    </w:p>
    <w:p w:rsidR="00FE4933" w:rsidRPr="00937613" w:rsidRDefault="00FE4933" w:rsidP="00FE4933">
      <w:pPr>
        <w:ind w:firstLine="567"/>
        <w:rPr>
          <w:b/>
          <w:color w:val="000000"/>
          <w:szCs w:val="22"/>
          <w:u w:val="single"/>
          <w:lang w:val="bg-BG"/>
        </w:rPr>
      </w:pPr>
    </w:p>
    <w:p w:rsidR="00FE4933" w:rsidRPr="00937613" w:rsidRDefault="00FE4933" w:rsidP="00FE4933">
      <w:pPr>
        <w:ind w:firstLine="567"/>
        <w:rPr>
          <w:b/>
          <w:color w:val="000000"/>
          <w:szCs w:val="22"/>
          <w:u w:val="single"/>
          <w:lang w:val="bg-BG"/>
        </w:rPr>
      </w:pPr>
    </w:p>
    <w:p w:rsidR="00FE4933" w:rsidRPr="00937613" w:rsidRDefault="00FE4933" w:rsidP="00FE4933">
      <w:pPr>
        <w:ind w:firstLine="567"/>
        <w:rPr>
          <w:b/>
          <w:color w:val="000000"/>
          <w:szCs w:val="22"/>
          <w:u w:val="single"/>
          <w:lang w:val="bg-BG"/>
        </w:rPr>
      </w:pPr>
    </w:p>
    <w:p w:rsidR="00FE4933" w:rsidRPr="00937613" w:rsidRDefault="00FE4933" w:rsidP="00FE4933">
      <w:pPr>
        <w:spacing w:line="360" w:lineRule="auto"/>
        <w:ind w:firstLine="567"/>
        <w:rPr>
          <w:b/>
          <w:szCs w:val="22"/>
          <w:u w:val="single"/>
          <w:lang w:val="bg-BG"/>
        </w:rPr>
      </w:pPr>
      <w:r w:rsidRPr="00937613">
        <w:rPr>
          <w:b/>
          <w:szCs w:val="22"/>
          <w:u w:val="single"/>
          <w:lang w:val="bg-BG"/>
        </w:rPr>
        <w:t>ПОДПИС и ПЕЧАТ:</w:t>
      </w:r>
    </w:p>
    <w:p w:rsidR="00FE4933" w:rsidRPr="00937613" w:rsidRDefault="00FE4933" w:rsidP="00FE4933">
      <w:pPr>
        <w:pStyle w:val="BodyText"/>
        <w:ind w:left="567"/>
        <w:rPr>
          <w:sz w:val="16"/>
          <w:szCs w:val="22"/>
        </w:rPr>
      </w:pPr>
    </w:p>
    <w:p w:rsidR="00FE4933" w:rsidRPr="00937613" w:rsidRDefault="00FE4933" w:rsidP="00FE4933">
      <w:pPr>
        <w:pStyle w:val="BodyText"/>
        <w:ind w:left="567"/>
        <w:rPr>
          <w:szCs w:val="22"/>
        </w:rPr>
      </w:pPr>
      <w:r w:rsidRPr="00937613">
        <w:rPr>
          <w:szCs w:val="22"/>
        </w:rPr>
        <w:t>______________________ (име и Фамилия)</w:t>
      </w:r>
    </w:p>
    <w:p w:rsidR="00FE4933" w:rsidRPr="00937613" w:rsidRDefault="00FE4933" w:rsidP="00FE4933">
      <w:pPr>
        <w:pStyle w:val="BodyText"/>
        <w:ind w:left="567"/>
        <w:rPr>
          <w:sz w:val="16"/>
          <w:szCs w:val="22"/>
        </w:rPr>
      </w:pPr>
    </w:p>
    <w:p w:rsidR="00FE4933" w:rsidRPr="00937613" w:rsidRDefault="00FE4933" w:rsidP="00FE4933">
      <w:pPr>
        <w:pStyle w:val="BodyText"/>
        <w:ind w:left="567"/>
        <w:rPr>
          <w:szCs w:val="22"/>
        </w:rPr>
      </w:pPr>
      <w:r w:rsidRPr="00937613">
        <w:rPr>
          <w:szCs w:val="22"/>
        </w:rPr>
        <w:t>______________________ (дата)</w:t>
      </w:r>
    </w:p>
    <w:p w:rsidR="00FE4933" w:rsidRPr="00937613" w:rsidRDefault="00FE4933" w:rsidP="00FE4933">
      <w:pPr>
        <w:pStyle w:val="BodyText"/>
        <w:ind w:left="567"/>
        <w:rPr>
          <w:sz w:val="16"/>
          <w:szCs w:val="22"/>
        </w:rPr>
      </w:pPr>
    </w:p>
    <w:p w:rsidR="00FE4933" w:rsidRPr="00937613" w:rsidRDefault="00FE4933" w:rsidP="00FE4933">
      <w:pPr>
        <w:pStyle w:val="BodyText"/>
        <w:ind w:left="3366" w:hanging="2805"/>
        <w:rPr>
          <w:szCs w:val="22"/>
        </w:rPr>
      </w:pPr>
      <w:r w:rsidRPr="00937613">
        <w:rPr>
          <w:szCs w:val="22"/>
        </w:rPr>
        <w:t>______________________ (длъжност на управляващия/представляващия участника)</w:t>
      </w:r>
    </w:p>
    <w:p w:rsidR="00FE4933" w:rsidRPr="00937613" w:rsidRDefault="00FE4933" w:rsidP="00FE4933">
      <w:pPr>
        <w:pStyle w:val="BodyText"/>
        <w:ind w:left="3366" w:hanging="2805"/>
        <w:rPr>
          <w:sz w:val="16"/>
          <w:szCs w:val="22"/>
        </w:rPr>
      </w:pPr>
    </w:p>
    <w:p w:rsidR="00FE4933" w:rsidRPr="00937613" w:rsidRDefault="00FE4933" w:rsidP="00FE4933">
      <w:pPr>
        <w:pStyle w:val="BodyText"/>
        <w:ind w:left="567"/>
        <w:rPr>
          <w:szCs w:val="22"/>
        </w:rPr>
      </w:pPr>
      <w:r w:rsidRPr="00937613">
        <w:rPr>
          <w:szCs w:val="22"/>
        </w:rPr>
        <w:t>______________________ (наименование на участника)</w:t>
      </w:r>
    </w:p>
    <w:p w:rsidR="00FE4933" w:rsidRPr="00937613" w:rsidRDefault="00FE4933" w:rsidP="00FE4933">
      <w:pPr>
        <w:pStyle w:val="BodyText"/>
        <w:ind w:left="567"/>
        <w:jc w:val="left"/>
        <w:rPr>
          <w:szCs w:val="22"/>
        </w:rPr>
        <w:sectPr w:rsidR="00FE4933" w:rsidRPr="00937613" w:rsidSect="00FE4933">
          <w:type w:val="continuous"/>
          <w:pgSz w:w="11909" w:h="16834" w:code="9"/>
          <w:pgMar w:top="851" w:right="851" w:bottom="851" w:left="1304" w:header="709" w:footer="709" w:gutter="0"/>
          <w:cols w:space="708"/>
          <w:noEndnote/>
          <w:docGrid w:linePitch="65"/>
        </w:sectPr>
      </w:pPr>
    </w:p>
    <w:p w:rsidR="004F0A93" w:rsidRPr="00FE4933" w:rsidRDefault="004F0A93" w:rsidP="00FB6EA4">
      <w:pPr>
        <w:pStyle w:val="BodyText"/>
        <w:rPr>
          <w:sz w:val="22"/>
          <w:szCs w:val="22"/>
        </w:rPr>
      </w:pPr>
    </w:p>
    <w:sectPr w:rsidR="004F0A93" w:rsidRPr="00FE4933" w:rsidSect="00994052">
      <w:footerReference w:type="even" r:id="rId7"/>
      <w:footerReference w:type="default" r:id="rId8"/>
      <w:type w:val="continuous"/>
      <w:pgSz w:w="11909" w:h="16834" w:code="9"/>
      <w:pgMar w:top="851" w:right="851" w:bottom="851" w:left="1418" w:header="709" w:footer="210"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DBB" w:rsidRDefault="000B0DBB">
      <w:r>
        <w:separator/>
      </w:r>
    </w:p>
  </w:endnote>
  <w:endnote w:type="continuationSeparator" w:id="0">
    <w:p w:rsidR="000B0DBB" w:rsidRDefault="000B0D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1F1" w:rsidRDefault="00BA3B6F" w:rsidP="00B323AB">
    <w:pPr>
      <w:pStyle w:val="Footer"/>
      <w:framePr w:wrap="around" w:vAnchor="text" w:hAnchor="margin" w:xAlign="right" w:y="1"/>
      <w:rPr>
        <w:rStyle w:val="PageNumber"/>
      </w:rPr>
    </w:pPr>
    <w:r>
      <w:rPr>
        <w:rStyle w:val="PageNumber"/>
      </w:rPr>
      <w:fldChar w:fldCharType="begin"/>
    </w:r>
    <w:r w:rsidR="006C71F1">
      <w:rPr>
        <w:rStyle w:val="PageNumber"/>
      </w:rPr>
      <w:instrText xml:space="preserve">PAGE  </w:instrText>
    </w:r>
    <w:r>
      <w:rPr>
        <w:rStyle w:val="PageNumber"/>
      </w:rPr>
      <w:fldChar w:fldCharType="end"/>
    </w:r>
  </w:p>
  <w:p w:rsidR="006C71F1" w:rsidRDefault="006C71F1"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2973623"/>
      <w:docPartObj>
        <w:docPartGallery w:val="Page Numbers (Bottom of Page)"/>
        <w:docPartUnique/>
      </w:docPartObj>
    </w:sdtPr>
    <w:sdtContent>
      <w:p w:rsidR="000A27A8" w:rsidRDefault="00BA3B6F">
        <w:pPr>
          <w:pStyle w:val="Footer"/>
          <w:jc w:val="right"/>
        </w:pPr>
        <w:fldSimple w:instr=" PAGE   \* MERGEFORMAT ">
          <w:r w:rsidR="00FE4933">
            <w:rPr>
              <w:noProof/>
            </w:rPr>
            <w:t>2</w:t>
          </w:r>
        </w:fldSimple>
      </w:p>
    </w:sdtContent>
  </w:sdt>
  <w:p w:rsidR="006C71F1" w:rsidRDefault="006C71F1"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DBB" w:rsidRDefault="000B0DBB">
      <w:r>
        <w:separator/>
      </w:r>
    </w:p>
  </w:footnote>
  <w:footnote w:type="continuationSeparator" w:id="0">
    <w:p w:rsidR="000B0DBB" w:rsidRDefault="000B0D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C5E3CE5"/>
    <w:multiLevelType w:val="hybridMultilevel"/>
    <w:tmpl w:val="45FE902E"/>
    <w:lvl w:ilvl="0" w:tplc="B15466CE">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3CB3541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4">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5">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D20FB"/>
    <w:rsid w:val="0000193F"/>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320"/>
    <w:rsid w:val="00085AC1"/>
    <w:rsid w:val="00085FE6"/>
    <w:rsid w:val="00091831"/>
    <w:rsid w:val="00094F9E"/>
    <w:rsid w:val="00096C98"/>
    <w:rsid w:val="000979EC"/>
    <w:rsid w:val="000A27A8"/>
    <w:rsid w:val="000A3214"/>
    <w:rsid w:val="000A36B3"/>
    <w:rsid w:val="000A55E3"/>
    <w:rsid w:val="000A6F04"/>
    <w:rsid w:val="000A735B"/>
    <w:rsid w:val="000A7F12"/>
    <w:rsid w:val="000B0DBB"/>
    <w:rsid w:val="000B6414"/>
    <w:rsid w:val="000B7169"/>
    <w:rsid w:val="000B7EA0"/>
    <w:rsid w:val="000C1AC0"/>
    <w:rsid w:val="000C29B5"/>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11F21"/>
    <w:rsid w:val="001129AC"/>
    <w:rsid w:val="00112BFC"/>
    <w:rsid w:val="00113D21"/>
    <w:rsid w:val="00116AD6"/>
    <w:rsid w:val="00120E8B"/>
    <w:rsid w:val="00125000"/>
    <w:rsid w:val="00125D57"/>
    <w:rsid w:val="00127CDF"/>
    <w:rsid w:val="0013141D"/>
    <w:rsid w:val="00133369"/>
    <w:rsid w:val="00134E29"/>
    <w:rsid w:val="0014200C"/>
    <w:rsid w:val="00143A11"/>
    <w:rsid w:val="00145800"/>
    <w:rsid w:val="00152553"/>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94E68"/>
    <w:rsid w:val="001A0345"/>
    <w:rsid w:val="001A0E59"/>
    <w:rsid w:val="001A1210"/>
    <w:rsid w:val="001A52E2"/>
    <w:rsid w:val="001A66B7"/>
    <w:rsid w:val="001B002B"/>
    <w:rsid w:val="001B23F7"/>
    <w:rsid w:val="001B51CC"/>
    <w:rsid w:val="001C2E64"/>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7FFC"/>
    <w:rsid w:val="0027271C"/>
    <w:rsid w:val="002738EF"/>
    <w:rsid w:val="00273F7B"/>
    <w:rsid w:val="00282047"/>
    <w:rsid w:val="00282F17"/>
    <w:rsid w:val="00286882"/>
    <w:rsid w:val="00287EA2"/>
    <w:rsid w:val="00290045"/>
    <w:rsid w:val="0029768D"/>
    <w:rsid w:val="002A151A"/>
    <w:rsid w:val="002A34B3"/>
    <w:rsid w:val="002A4715"/>
    <w:rsid w:val="002A6A5C"/>
    <w:rsid w:val="002A6B53"/>
    <w:rsid w:val="002B0171"/>
    <w:rsid w:val="002B34D1"/>
    <w:rsid w:val="002B358E"/>
    <w:rsid w:val="002B6D87"/>
    <w:rsid w:val="002C15DE"/>
    <w:rsid w:val="002C2D08"/>
    <w:rsid w:val="002C3CA9"/>
    <w:rsid w:val="002C7593"/>
    <w:rsid w:val="002D0EBB"/>
    <w:rsid w:val="002D2124"/>
    <w:rsid w:val="002D3116"/>
    <w:rsid w:val="002D339F"/>
    <w:rsid w:val="002D3849"/>
    <w:rsid w:val="002D3FA6"/>
    <w:rsid w:val="002D6609"/>
    <w:rsid w:val="002E14A4"/>
    <w:rsid w:val="002E19AD"/>
    <w:rsid w:val="002E3400"/>
    <w:rsid w:val="002E36BB"/>
    <w:rsid w:val="002E39A0"/>
    <w:rsid w:val="002E6BFA"/>
    <w:rsid w:val="002F46A8"/>
    <w:rsid w:val="002F4F9A"/>
    <w:rsid w:val="002F581F"/>
    <w:rsid w:val="002F5DF1"/>
    <w:rsid w:val="002F7F13"/>
    <w:rsid w:val="00304F3D"/>
    <w:rsid w:val="00305A66"/>
    <w:rsid w:val="00310AC9"/>
    <w:rsid w:val="0031417E"/>
    <w:rsid w:val="00316028"/>
    <w:rsid w:val="00316557"/>
    <w:rsid w:val="00316CE5"/>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7C35"/>
    <w:rsid w:val="00370585"/>
    <w:rsid w:val="00370E71"/>
    <w:rsid w:val="00383DD2"/>
    <w:rsid w:val="003842C2"/>
    <w:rsid w:val="003905D2"/>
    <w:rsid w:val="00392FAF"/>
    <w:rsid w:val="0039398F"/>
    <w:rsid w:val="00393F2C"/>
    <w:rsid w:val="003A16F7"/>
    <w:rsid w:val="003A1B06"/>
    <w:rsid w:val="003A3D8A"/>
    <w:rsid w:val="003A65BD"/>
    <w:rsid w:val="003B31A3"/>
    <w:rsid w:val="003B4A51"/>
    <w:rsid w:val="003B72CC"/>
    <w:rsid w:val="003C1DB8"/>
    <w:rsid w:val="003C5DDF"/>
    <w:rsid w:val="003D23FE"/>
    <w:rsid w:val="003D31CD"/>
    <w:rsid w:val="003D3C49"/>
    <w:rsid w:val="003D40BA"/>
    <w:rsid w:val="003E1BEA"/>
    <w:rsid w:val="003E4F6C"/>
    <w:rsid w:val="003E7DBF"/>
    <w:rsid w:val="003F121B"/>
    <w:rsid w:val="003F1FE7"/>
    <w:rsid w:val="003F23EF"/>
    <w:rsid w:val="003F618E"/>
    <w:rsid w:val="003F7061"/>
    <w:rsid w:val="0040192E"/>
    <w:rsid w:val="0041263D"/>
    <w:rsid w:val="00413694"/>
    <w:rsid w:val="0041395C"/>
    <w:rsid w:val="004144A1"/>
    <w:rsid w:val="004172F0"/>
    <w:rsid w:val="0042174F"/>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54A"/>
    <w:rsid w:val="00473A29"/>
    <w:rsid w:val="00476201"/>
    <w:rsid w:val="00484B9A"/>
    <w:rsid w:val="00485456"/>
    <w:rsid w:val="00486101"/>
    <w:rsid w:val="00486573"/>
    <w:rsid w:val="00491C34"/>
    <w:rsid w:val="004A1C6B"/>
    <w:rsid w:val="004A2C1B"/>
    <w:rsid w:val="004A30E3"/>
    <w:rsid w:val="004A3B19"/>
    <w:rsid w:val="004A74E5"/>
    <w:rsid w:val="004A7A1C"/>
    <w:rsid w:val="004B0956"/>
    <w:rsid w:val="004B4762"/>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E1B25"/>
    <w:rsid w:val="004E1E53"/>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13B"/>
    <w:rsid w:val="00531BB6"/>
    <w:rsid w:val="00532285"/>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52B0"/>
    <w:rsid w:val="00596BE6"/>
    <w:rsid w:val="005A4124"/>
    <w:rsid w:val="005A49AA"/>
    <w:rsid w:val="005A5682"/>
    <w:rsid w:val="005A575A"/>
    <w:rsid w:val="005A61F8"/>
    <w:rsid w:val="005A7DFB"/>
    <w:rsid w:val="005B035D"/>
    <w:rsid w:val="005B0FDA"/>
    <w:rsid w:val="005B21B7"/>
    <w:rsid w:val="005B44C1"/>
    <w:rsid w:val="005B5FBC"/>
    <w:rsid w:val="005B66BB"/>
    <w:rsid w:val="005B6A60"/>
    <w:rsid w:val="005C2F53"/>
    <w:rsid w:val="005C3427"/>
    <w:rsid w:val="005C3D51"/>
    <w:rsid w:val="005C53E5"/>
    <w:rsid w:val="005C7683"/>
    <w:rsid w:val="005D36F4"/>
    <w:rsid w:val="005D5309"/>
    <w:rsid w:val="005D58E9"/>
    <w:rsid w:val="005E0FEF"/>
    <w:rsid w:val="005E1031"/>
    <w:rsid w:val="005E2A5F"/>
    <w:rsid w:val="005E676D"/>
    <w:rsid w:val="005F1142"/>
    <w:rsid w:val="005F2B27"/>
    <w:rsid w:val="005F3385"/>
    <w:rsid w:val="005F579F"/>
    <w:rsid w:val="005F592F"/>
    <w:rsid w:val="00600093"/>
    <w:rsid w:val="0061534E"/>
    <w:rsid w:val="006170C2"/>
    <w:rsid w:val="00622328"/>
    <w:rsid w:val="00622518"/>
    <w:rsid w:val="00630854"/>
    <w:rsid w:val="00631B27"/>
    <w:rsid w:val="00633AA8"/>
    <w:rsid w:val="00637A8C"/>
    <w:rsid w:val="00640F46"/>
    <w:rsid w:val="00641191"/>
    <w:rsid w:val="00642A8B"/>
    <w:rsid w:val="00643656"/>
    <w:rsid w:val="006471EA"/>
    <w:rsid w:val="00655941"/>
    <w:rsid w:val="00656D95"/>
    <w:rsid w:val="00657BA6"/>
    <w:rsid w:val="00660D67"/>
    <w:rsid w:val="00661419"/>
    <w:rsid w:val="00661C69"/>
    <w:rsid w:val="0067158A"/>
    <w:rsid w:val="00680056"/>
    <w:rsid w:val="00680F0A"/>
    <w:rsid w:val="0069081D"/>
    <w:rsid w:val="00690A37"/>
    <w:rsid w:val="0069279C"/>
    <w:rsid w:val="0069683D"/>
    <w:rsid w:val="006A0DDE"/>
    <w:rsid w:val="006A2327"/>
    <w:rsid w:val="006A71A7"/>
    <w:rsid w:val="006B06A8"/>
    <w:rsid w:val="006B0B17"/>
    <w:rsid w:val="006B3121"/>
    <w:rsid w:val="006B33EC"/>
    <w:rsid w:val="006B47DC"/>
    <w:rsid w:val="006B54E5"/>
    <w:rsid w:val="006B5A4D"/>
    <w:rsid w:val="006B5DA1"/>
    <w:rsid w:val="006B79C5"/>
    <w:rsid w:val="006C0BD7"/>
    <w:rsid w:val="006C21BD"/>
    <w:rsid w:val="006C2C8A"/>
    <w:rsid w:val="006C3438"/>
    <w:rsid w:val="006C4B9C"/>
    <w:rsid w:val="006C71F1"/>
    <w:rsid w:val="006D25FB"/>
    <w:rsid w:val="006D39D2"/>
    <w:rsid w:val="006E06E9"/>
    <w:rsid w:val="006E0A1B"/>
    <w:rsid w:val="006E5754"/>
    <w:rsid w:val="006E792B"/>
    <w:rsid w:val="006F37F6"/>
    <w:rsid w:val="006F70BE"/>
    <w:rsid w:val="007035A8"/>
    <w:rsid w:val="00704CA7"/>
    <w:rsid w:val="0070695F"/>
    <w:rsid w:val="00711835"/>
    <w:rsid w:val="007164D7"/>
    <w:rsid w:val="00716DC3"/>
    <w:rsid w:val="00721346"/>
    <w:rsid w:val="007216B1"/>
    <w:rsid w:val="0073306D"/>
    <w:rsid w:val="0073613A"/>
    <w:rsid w:val="007418F9"/>
    <w:rsid w:val="00741A18"/>
    <w:rsid w:val="0074374F"/>
    <w:rsid w:val="00744D42"/>
    <w:rsid w:val="0074601B"/>
    <w:rsid w:val="00750346"/>
    <w:rsid w:val="00751427"/>
    <w:rsid w:val="0075285D"/>
    <w:rsid w:val="007550BB"/>
    <w:rsid w:val="007554F9"/>
    <w:rsid w:val="0076030A"/>
    <w:rsid w:val="00762C2D"/>
    <w:rsid w:val="0076486D"/>
    <w:rsid w:val="007673D3"/>
    <w:rsid w:val="00767DBC"/>
    <w:rsid w:val="0077175D"/>
    <w:rsid w:val="00771953"/>
    <w:rsid w:val="007719AF"/>
    <w:rsid w:val="007727AA"/>
    <w:rsid w:val="0077602F"/>
    <w:rsid w:val="00776D07"/>
    <w:rsid w:val="00777879"/>
    <w:rsid w:val="00781555"/>
    <w:rsid w:val="00782310"/>
    <w:rsid w:val="00782C5D"/>
    <w:rsid w:val="007842A7"/>
    <w:rsid w:val="007861B1"/>
    <w:rsid w:val="007929CF"/>
    <w:rsid w:val="00793BA2"/>
    <w:rsid w:val="00793E28"/>
    <w:rsid w:val="007950C5"/>
    <w:rsid w:val="007956C4"/>
    <w:rsid w:val="007966B5"/>
    <w:rsid w:val="007A79D3"/>
    <w:rsid w:val="007B455D"/>
    <w:rsid w:val="007B4608"/>
    <w:rsid w:val="007B463C"/>
    <w:rsid w:val="007C43CC"/>
    <w:rsid w:val="007C76AD"/>
    <w:rsid w:val="007D40F7"/>
    <w:rsid w:val="007D46BA"/>
    <w:rsid w:val="007E0117"/>
    <w:rsid w:val="007E6655"/>
    <w:rsid w:val="007E6C27"/>
    <w:rsid w:val="007F1727"/>
    <w:rsid w:val="007F3B37"/>
    <w:rsid w:val="00805257"/>
    <w:rsid w:val="0080622E"/>
    <w:rsid w:val="008147B1"/>
    <w:rsid w:val="008216B1"/>
    <w:rsid w:val="00821FB5"/>
    <w:rsid w:val="00827B63"/>
    <w:rsid w:val="0083078C"/>
    <w:rsid w:val="00830DBC"/>
    <w:rsid w:val="008333D6"/>
    <w:rsid w:val="00837141"/>
    <w:rsid w:val="00837248"/>
    <w:rsid w:val="008418D2"/>
    <w:rsid w:val="008452FD"/>
    <w:rsid w:val="00846326"/>
    <w:rsid w:val="00846EB8"/>
    <w:rsid w:val="00851E3F"/>
    <w:rsid w:val="00853C90"/>
    <w:rsid w:val="00854DE2"/>
    <w:rsid w:val="00857646"/>
    <w:rsid w:val="00865CD7"/>
    <w:rsid w:val="0087211A"/>
    <w:rsid w:val="008728ED"/>
    <w:rsid w:val="008729E6"/>
    <w:rsid w:val="00872DCF"/>
    <w:rsid w:val="008741E0"/>
    <w:rsid w:val="0087432A"/>
    <w:rsid w:val="00874CD9"/>
    <w:rsid w:val="0087739A"/>
    <w:rsid w:val="00885CA1"/>
    <w:rsid w:val="00886334"/>
    <w:rsid w:val="00886AD2"/>
    <w:rsid w:val="008874BA"/>
    <w:rsid w:val="00890922"/>
    <w:rsid w:val="00891D18"/>
    <w:rsid w:val="00895543"/>
    <w:rsid w:val="008A1555"/>
    <w:rsid w:val="008A401C"/>
    <w:rsid w:val="008B28DF"/>
    <w:rsid w:val="008C61C1"/>
    <w:rsid w:val="008C7AAB"/>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15AC"/>
    <w:rsid w:val="0090643B"/>
    <w:rsid w:val="00913A6F"/>
    <w:rsid w:val="00914464"/>
    <w:rsid w:val="009263A5"/>
    <w:rsid w:val="009263B9"/>
    <w:rsid w:val="009335CC"/>
    <w:rsid w:val="0093610F"/>
    <w:rsid w:val="009367CA"/>
    <w:rsid w:val="00941F6A"/>
    <w:rsid w:val="00943F51"/>
    <w:rsid w:val="00956004"/>
    <w:rsid w:val="0096077A"/>
    <w:rsid w:val="00962091"/>
    <w:rsid w:val="00962C7F"/>
    <w:rsid w:val="00967262"/>
    <w:rsid w:val="00967D49"/>
    <w:rsid w:val="00967DE0"/>
    <w:rsid w:val="00967DEB"/>
    <w:rsid w:val="0097286B"/>
    <w:rsid w:val="00972AC1"/>
    <w:rsid w:val="00973938"/>
    <w:rsid w:val="00974C6B"/>
    <w:rsid w:val="00977675"/>
    <w:rsid w:val="00980700"/>
    <w:rsid w:val="00984D0D"/>
    <w:rsid w:val="00987AB6"/>
    <w:rsid w:val="00991F82"/>
    <w:rsid w:val="0099405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455F"/>
    <w:rsid w:val="009E262D"/>
    <w:rsid w:val="009E41D4"/>
    <w:rsid w:val="009E66A0"/>
    <w:rsid w:val="009E6E46"/>
    <w:rsid w:val="009E79FA"/>
    <w:rsid w:val="009F09C0"/>
    <w:rsid w:val="009F0EB2"/>
    <w:rsid w:val="009F1542"/>
    <w:rsid w:val="009F1A03"/>
    <w:rsid w:val="009F2D27"/>
    <w:rsid w:val="009F4C2B"/>
    <w:rsid w:val="00A02724"/>
    <w:rsid w:val="00A02BDA"/>
    <w:rsid w:val="00A04E59"/>
    <w:rsid w:val="00A07503"/>
    <w:rsid w:val="00A138BB"/>
    <w:rsid w:val="00A14608"/>
    <w:rsid w:val="00A20A32"/>
    <w:rsid w:val="00A22150"/>
    <w:rsid w:val="00A27457"/>
    <w:rsid w:val="00A3376A"/>
    <w:rsid w:val="00A358A2"/>
    <w:rsid w:val="00A42A23"/>
    <w:rsid w:val="00A46B08"/>
    <w:rsid w:val="00A47886"/>
    <w:rsid w:val="00A50361"/>
    <w:rsid w:val="00A511F4"/>
    <w:rsid w:val="00A5297C"/>
    <w:rsid w:val="00A54B91"/>
    <w:rsid w:val="00A63659"/>
    <w:rsid w:val="00A64A82"/>
    <w:rsid w:val="00A674EF"/>
    <w:rsid w:val="00A71EF2"/>
    <w:rsid w:val="00A7216A"/>
    <w:rsid w:val="00A82778"/>
    <w:rsid w:val="00A8294C"/>
    <w:rsid w:val="00A82D4A"/>
    <w:rsid w:val="00A83B77"/>
    <w:rsid w:val="00A84252"/>
    <w:rsid w:val="00A85D99"/>
    <w:rsid w:val="00A864B8"/>
    <w:rsid w:val="00A86EF7"/>
    <w:rsid w:val="00A875ED"/>
    <w:rsid w:val="00A8769C"/>
    <w:rsid w:val="00A927E4"/>
    <w:rsid w:val="00A93DAE"/>
    <w:rsid w:val="00A95E85"/>
    <w:rsid w:val="00A978F8"/>
    <w:rsid w:val="00AA1ABF"/>
    <w:rsid w:val="00AA28C6"/>
    <w:rsid w:val="00AA4EC4"/>
    <w:rsid w:val="00AB0517"/>
    <w:rsid w:val="00AB395E"/>
    <w:rsid w:val="00AB41F6"/>
    <w:rsid w:val="00AB45BA"/>
    <w:rsid w:val="00AC4008"/>
    <w:rsid w:val="00AC743A"/>
    <w:rsid w:val="00AD0519"/>
    <w:rsid w:val="00AD07D1"/>
    <w:rsid w:val="00AD20FB"/>
    <w:rsid w:val="00AE0592"/>
    <w:rsid w:val="00AE0C8D"/>
    <w:rsid w:val="00AE1783"/>
    <w:rsid w:val="00AE44A5"/>
    <w:rsid w:val="00AE7B50"/>
    <w:rsid w:val="00AF507D"/>
    <w:rsid w:val="00B01722"/>
    <w:rsid w:val="00B05733"/>
    <w:rsid w:val="00B11049"/>
    <w:rsid w:val="00B1374A"/>
    <w:rsid w:val="00B16EA9"/>
    <w:rsid w:val="00B20E0B"/>
    <w:rsid w:val="00B2161B"/>
    <w:rsid w:val="00B22930"/>
    <w:rsid w:val="00B24160"/>
    <w:rsid w:val="00B323AB"/>
    <w:rsid w:val="00B3247F"/>
    <w:rsid w:val="00B35AE8"/>
    <w:rsid w:val="00B402E2"/>
    <w:rsid w:val="00B42428"/>
    <w:rsid w:val="00B42733"/>
    <w:rsid w:val="00B436AE"/>
    <w:rsid w:val="00B45D1F"/>
    <w:rsid w:val="00B50AB6"/>
    <w:rsid w:val="00B512FD"/>
    <w:rsid w:val="00B52FCD"/>
    <w:rsid w:val="00B53B3E"/>
    <w:rsid w:val="00B5485C"/>
    <w:rsid w:val="00B60646"/>
    <w:rsid w:val="00B61E0C"/>
    <w:rsid w:val="00B623AC"/>
    <w:rsid w:val="00B665A5"/>
    <w:rsid w:val="00B668C7"/>
    <w:rsid w:val="00B74184"/>
    <w:rsid w:val="00B74F36"/>
    <w:rsid w:val="00B82529"/>
    <w:rsid w:val="00B844C8"/>
    <w:rsid w:val="00B8586C"/>
    <w:rsid w:val="00B86000"/>
    <w:rsid w:val="00B904C7"/>
    <w:rsid w:val="00B90C16"/>
    <w:rsid w:val="00B9567A"/>
    <w:rsid w:val="00B97CC2"/>
    <w:rsid w:val="00BA0A92"/>
    <w:rsid w:val="00BA20E4"/>
    <w:rsid w:val="00BA36C1"/>
    <w:rsid w:val="00BA3B6F"/>
    <w:rsid w:val="00BA3E50"/>
    <w:rsid w:val="00BB2284"/>
    <w:rsid w:val="00BB272C"/>
    <w:rsid w:val="00BB5CD1"/>
    <w:rsid w:val="00BC1520"/>
    <w:rsid w:val="00BC183B"/>
    <w:rsid w:val="00BC3FA2"/>
    <w:rsid w:val="00BC452A"/>
    <w:rsid w:val="00BC6973"/>
    <w:rsid w:val="00BD21EE"/>
    <w:rsid w:val="00BD42E5"/>
    <w:rsid w:val="00BD4CFD"/>
    <w:rsid w:val="00BD4DF6"/>
    <w:rsid w:val="00BE5375"/>
    <w:rsid w:val="00BE545A"/>
    <w:rsid w:val="00BE701E"/>
    <w:rsid w:val="00BE71BC"/>
    <w:rsid w:val="00BE7F5D"/>
    <w:rsid w:val="00BF15F9"/>
    <w:rsid w:val="00BF1D3E"/>
    <w:rsid w:val="00BF2A57"/>
    <w:rsid w:val="00BF68BD"/>
    <w:rsid w:val="00C00A5B"/>
    <w:rsid w:val="00C01F91"/>
    <w:rsid w:val="00C03DB0"/>
    <w:rsid w:val="00C04F02"/>
    <w:rsid w:val="00C05C06"/>
    <w:rsid w:val="00C12435"/>
    <w:rsid w:val="00C16A05"/>
    <w:rsid w:val="00C17D72"/>
    <w:rsid w:val="00C21A65"/>
    <w:rsid w:val="00C22A26"/>
    <w:rsid w:val="00C2559C"/>
    <w:rsid w:val="00C35BDC"/>
    <w:rsid w:val="00C374BD"/>
    <w:rsid w:val="00C40026"/>
    <w:rsid w:val="00C43B16"/>
    <w:rsid w:val="00C45565"/>
    <w:rsid w:val="00C51CBA"/>
    <w:rsid w:val="00C57024"/>
    <w:rsid w:val="00C62ABC"/>
    <w:rsid w:val="00C634A4"/>
    <w:rsid w:val="00C71694"/>
    <w:rsid w:val="00C77C7E"/>
    <w:rsid w:val="00C80251"/>
    <w:rsid w:val="00C80E4D"/>
    <w:rsid w:val="00C816EF"/>
    <w:rsid w:val="00C85D4F"/>
    <w:rsid w:val="00CA2338"/>
    <w:rsid w:val="00CA54FD"/>
    <w:rsid w:val="00CB2A75"/>
    <w:rsid w:val="00CB5358"/>
    <w:rsid w:val="00CB6016"/>
    <w:rsid w:val="00CC1650"/>
    <w:rsid w:val="00CC63E8"/>
    <w:rsid w:val="00CC6C65"/>
    <w:rsid w:val="00CD0E0D"/>
    <w:rsid w:val="00CD3F0E"/>
    <w:rsid w:val="00CD4B32"/>
    <w:rsid w:val="00CE1A1D"/>
    <w:rsid w:val="00CE2D15"/>
    <w:rsid w:val="00CE5781"/>
    <w:rsid w:val="00CF2BB7"/>
    <w:rsid w:val="00CF614C"/>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2499"/>
    <w:rsid w:val="00D5456E"/>
    <w:rsid w:val="00D6117F"/>
    <w:rsid w:val="00D65A2F"/>
    <w:rsid w:val="00D67B4F"/>
    <w:rsid w:val="00D70B8B"/>
    <w:rsid w:val="00D73453"/>
    <w:rsid w:val="00D771D1"/>
    <w:rsid w:val="00D81542"/>
    <w:rsid w:val="00D816E1"/>
    <w:rsid w:val="00D82023"/>
    <w:rsid w:val="00D8220A"/>
    <w:rsid w:val="00D8298D"/>
    <w:rsid w:val="00D83799"/>
    <w:rsid w:val="00D85108"/>
    <w:rsid w:val="00D8654A"/>
    <w:rsid w:val="00D9260F"/>
    <w:rsid w:val="00D92C2B"/>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0DC"/>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52C9C"/>
    <w:rsid w:val="00E550DB"/>
    <w:rsid w:val="00E55C6A"/>
    <w:rsid w:val="00E610DB"/>
    <w:rsid w:val="00E61940"/>
    <w:rsid w:val="00E6264F"/>
    <w:rsid w:val="00E62E63"/>
    <w:rsid w:val="00E63F60"/>
    <w:rsid w:val="00E6423E"/>
    <w:rsid w:val="00E64364"/>
    <w:rsid w:val="00E6508C"/>
    <w:rsid w:val="00E65773"/>
    <w:rsid w:val="00E66081"/>
    <w:rsid w:val="00E6714E"/>
    <w:rsid w:val="00E766B1"/>
    <w:rsid w:val="00E77374"/>
    <w:rsid w:val="00E82C52"/>
    <w:rsid w:val="00E85FFB"/>
    <w:rsid w:val="00E94D8F"/>
    <w:rsid w:val="00E94DDB"/>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D3484"/>
    <w:rsid w:val="00ED62F8"/>
    <w:rsid w:val="00EE0BE3"/>
    <w:rsid w:val="00EE3270"/>
    <w:rsid w:val="00EE4171"/>
    <w:rsid w:val="00EF2F6C"/>
    <w:rsid w:val="00EF59B6"/>
    <w:rsid w:val="00F00F25"/>
    <w:rsid w:val="00F061C3"/>
    <w:rsid w:val="00F06A91"/>
    <w:rsid w:val="00F06D82"/>
    <w:rsid w:val="00F12635"/>
    <w:rsid w:val="00F1293A"/>
    <w:rsid w:val="00F20590"/>
    <w:rsid w:val="00F20AEA"/>
    <w:rsid w:val="00F267F4"/>
    <w:rsid w:val="00F26B41"/>
    <w:rsid w:val="00F30BCE"/>
    <w:rsid w:val="00F322B2"/>
    <w:rsid w:val="00F46691"/>
    <w:rsid w:val="00F5105B"/>
    <w:rsid w:val="00F52AC9"/>
    <w:rsid w:val="00F52B38"/>
    <w:rsid w:val="00F547C6"/>
    <w:rsid w:val="00F66726"/>
    <w:rsid w:val="00F6735E"/>
    <w:rsid w:val="00F72B63"/>
    <w:rsid w:val="00F82105"/>
    <w:rsid w:val="00F872F2"/>
    <w:rsid w:val="00F91C69"/>
    <w:rsid w:val="00FA196C"/>
    <w:rsid w:val="00FA2C8F"/>
    <w:rsid w:val="00FA30CA"/>
    <w:rsid w:val="00FA769F"/>
    <w:rsid w:val="00FB4E0A"/>
    <w:rsid w:val="00FB6EA4"/>
    <w:rsid w:val="00FB7209"/>
    <w:rsid w:val="00FC248C"/>
    <w:rsid w:val="00FC3D39"/>
    <w:rsid w:val="00FC6B16"/>
    <w:rsid w:val="00FD26DF"/>
    <w:rsid w:val="00FD59BF"/>
    <w:rsid w:val="00FE0987"/>
    <w:rsid w:val="00FE1453"/>
    <w:rsid w:val="00FE1822"/>
    <w:rsid w:val="00FE1F0C"/>
    <w:rsid w:val="00FE2BDD"/>
    <w:rsid w:val="00FE2D07"/>
    <w:rsid w:val="00FE34FB"/>
    <w:rsid w:val="00FE3B6C"/>
    <w:rsid w:val="00FE4933"/>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A4D"/>
    <w:rPr>
      <w:sz w:val="24"/>
      <w:szCs w:val="24"/>
      <w:lang w:val="en-GB" w:eastAsia="en-US"/>
    </w:rPr>
  </w:style>
  <w:style w:type="paragraph" w:styleId="Heading1">
    <w:name w:val="heading 1"/>
    <w:basedOn w:val="Normal"/>
    <w:next w:val="Normal"/>
    <w:link w:val="Heading1Char"/>
    <w:qFormat/>
    <w:rsid w:val="006B5A4D"/>
    <w:pPr>
      <w:keepNext/>
      <w:jc w:val="center"/>
      <w:outlineLvl w:val="0"/>
    </w:pPr>
    <w:rPr>
      <w:b/>
      <w:bCs/>
      <w:u w:val="single"/>
      <w:lang w:val="bg-BG"/>
    </w:rPr>
  </w:style>
  <w:style w:type="paragraph" w:styleId="Heading2">
    <w:name w:val="heading 2"/>
    <w:basedOn w:val="Normal"/>
    <w:next w:val="Normal"/>
    <w:link w:val="Heading2Char"/>
    <w:qFormat/>
    <w:rsid w:val="006B5A4D"/>
    <w:pPr>
      <w:keepNext/>
      <w:ind w:left="900" w:firstLine="2700"/>
      <w:outlineLvl w:val="1"/>
    </w:pPr>
    <w:rPr>
      <w:b/>
      <w:bCs/>
      <w:lang w:val="bg-BG"/>
    </w:rPr>
  </w:style>
  <w:style w:type="paragraph" w:styleId="Heading4">
    <w:name w:val="heading 4"/>
    <w:basedOn w:val="Normal"/>
    <w:next w:val="Normal"/>
    <w:link w:val="Heading4Char"/>
    <w:qFormat/>
    <w:rsid w:val="006B5A4D"/>
    <w:pPr>
      <w:keepNext/>
      <w:numPr>
        <w:ilvl w:val="12"/>
      </w:numPr>
      <w:spacing w:line="360" w:lineRule="auto"/>
      <w:jc w:val="right"/>
      <w:outlineLvl w:val="3"/>
    </w:pPr>
    <w:rPr>
      <w:b/>
      <w:bCs/>
      <w:lang w:val="bg-BG"/>
    </w:rPr>
  </w:style>
  <w:style w:type="paragraph" w:styleId="Heading5">
    <w:name w:val="heading 5"/>
    <w:basedOn w:val="Normal"/>
    <w:next w:val="Normal"/>
    <w:qFormat/>
    <w:rsid w:val="006B5A4D"/>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B5A4D"/>
    <w:pPr>
      <w:autoSpaceDE w:val="0"/>
      <w:autoSpaceDN w:val="0"/>
      <w:jc w:val="both"/>
    </w:pPr>
    <w:rPr>
      <w:szCs w:val="20"/>
      <w:lang w:val="bg-BG"/>
    </w:rPr>
  </w:style>
  <w:style w:type="paragraph" w:styleId="BodyText3">
    <w:name w:val="Body Text 3"/>
    <w:basedOn w:val="Normal"/>
    <w:rsid w:val="006B5A4D"/>
    <w:pPr>
      <w:jc w:val="center"/>
    </w:pPr>
    <w:rPr>
      <w:b/>
      <w:bCs/>
    </w:rPr>
  </w:style>
  <w:style w:type="paragraph" w:styleId="BodyText2">
    <w:name w:val="Body Text 2"/>
    <w:basedOn w:val="Normal"/>
    <w:rsid w:val="006B5A4D"/>
    <w:pPr>
      <w:widowControl w:val="0"/>
      <w:jc w:val="both"/>
    </w:pPr>
    <w:rPr>
      <w:b/>
      <w:bCs/>
      <w:lang w:val="bg-BG"/>
    </w:rPr>
  </w:style>
  <w:style w:type="paragraph" w:styleId="Title">
    <w:name w:val="Title"/>
    <w:basedOn w:val="Normal"/>
    <w:link w:val="TitleChar"/>
    <w:qFormat/>
    <w:rsid w:val="006B5A4D"/>
    <w:pPr>
      <w:jc w:val="center"/>
    </w:pPr>
    <w:rPr>
      <w:b/>
      <w:lang w:val="bg-BG"/>
    </w:rPr>
  </w:style>
  <w:style w:type="paragraph" w:styleId="Header">
    <w:name w:val="header"/>
    <w:basedOn w:val="Normal"/>
    <w:link w:val="HeaderChar"/>
    <w:rsid w:val="006B5A4D"/>
    <w:pPr>
      <w:tabs>
        <w:tab w:val="center" w:pos="4153"/>
        <w:tab w:val="right" w:pos="8306"/>
      </w:tabs>
    </w:pPr>
  </w:style>
  <w:style w:type="paragraph" w:styleId="Footer">
    <w:name w:val="footer"/>
    <w:basedOn w:val="Normal"/>
    <w:link w:val="FooterChar"/>
    <w:uiPriority w:val="99"/>
    <w:rsid w:val="006B5A4D"/>
    <w:pPr>
      <w:tabs>
        <w:tab w:val="center" w:pos="4153"/>
        <w:tab w:val="right" w:pos="8306"/>
      </w:tabs>
    </w:pPr>
  </w:style>
  <w:style w:type="paragraph" w:styleId="BodyTextIndent">
    <w:name w:val="Body Text Indent"/>
    <w:basedOn w:val="Normal"/>
    <w:rsid w:val="006B5A4D"/>
    <w:pPr>
      <w:ind w:left="360" w:firstLine="360"/>
      <w:jc w:val="both"/>
    </w:pPr>
    <w:rPr>
      <w:color w:val="FF6600"/>
      <w:lang w:val="bg-BG"/>
    </w:rPr>
  </w:style>
  <w:style w:type="paragraph" w:styleId="BodyTextIndent2">
    <w:name w:val="Body Text Indent 2"/>
    <w:basedOn w:val="Normal"/>
    <w:rsid w:val="006B5A4D"/>
    <w:pPr>
      <w:ind w:left="720"/>
      <w:jc w:val="both"/>
    </w:pPr>
    <w:rPr>
      <w:bCs/>
      <w:color w:val="000000"/>
      <w:szCs w:val="22"/>
      <w:lang w:val="bg-BG"/>
    </w:rPr>
  </w:style>
  <w:style w:type="paragraph" w:styleId="BodyTextIndent3">
    <w:name w:val="Body Text Indent 3"/>
    <w:basedOn w:val="Normal"/>
    <w:link w:val="BodyTextIndent3Char"/>
    <w:rsid w:val="006B5A4D"/>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character" w:customStyle="1" w:styleId="HeaderChar">
    <w:name w:val="Header Char"/>
    <w:basedOn w:val="DefaultParagraphFont"/>
    <w:link w:val="Header"/>
    <w:rsid w:val="000A27A8"/>
    <w:rPr>
      <w:sz w:val="24"/>
      <w:szCs w:val="24"/>
      <w:lang w:val="en-GB" w:eastAsia="en-US"/>
    </w:rPr>
  </w:style>
  <w:style w:type="character" w:customStyle="1" w:styleId="FooterChar">
    <w:name w:val="Footer Char"/>
    <w:basedOn w:val="DefaultParagraphFont"/>
    <w:link w:val="Footer"/>
    <w:uiPriority w:val="99"/>
    <w:rsid w:val="000A27A8"/>
    <w:rPr>
      <w:sz w:val="24"/>
      <w:szCs w:val="24"/>
      <w:lang w:val="en-GB" w:eastAsia="en-US"/>
    </w:rPr>
  </w:style>
  <w:style w:type="paragraph" w:styleId="ListParagraph">
    <w:name w:val="List Paragraph"/>
    <w:basedOn w:val="Normal"/>
    <w:uiPriority w:val="34"/>
    <w:qFormat/>
    <w:rsid w:val="0047354A"/>
    <w:pPr>
      <w:autoSpaceDE w:val="0"/>
      <w:autoSpaceDN w:val="0"/>
      <w:ind w:left="720"/>
      <w:contextualSpacing/>
    </w:pPr>
    <w:rPr>
      <w:rFonts w:ascii="A4U" w:hAnsi="A4U" w:cs="A4U"/>
      <w:sz w:val="20"/>
      <w:szCs w:val="20"/>
      <w:lang w:val="bg-BG"/>
    </w:rPr>
  </w:style>
  <w:style w:type="paragraph" w:customStyle="1" w:styleId="CharCharCharCharCharChar0">
    <w:name w:val="Char Char Char Char Char Char"/>
    <w:basedOn w:val="Normal"/>
    <w:rsid w:val="005E2A5F"/>
    <w:pPr>
      <w:tabs>
        <w:tab w:val="left" w:pos="709"/>
      </w:tabs>
    </w:pPr>
    <w:rPr>
      <w:rFonts w:ascii="Tahoma" w:hAnsi="Tahoma"/>
      <w:lang w:val="pl-PL" w:eastAsia="pl-PL"/>
    </w:rPr>
  </w:style>
  <w:style w:type="character" w:customStyle="1" w:styleId="Heading4Char">
    <w:name w:val="Heading 4 Char"/>
    <w:basedOn w:val="DefaultParagraphFont"/>
    <w:link w:val="Heading4"/>
    <w:rsid w:val="00FE4933"/>
    <w:rPr>
      <w:b/>
      <w:bCs/>
      <w:sz w:val="24"/>
      <w:szCs w:val="24"/>
      <w:lang w:eastAsia="en-US"/>
    </w:rPr>
  </w:style>
  <w:style w:type="character" w:customStyle="1" w:styleId="BodyTextIndent3Char">
    <w:name w:val="Body Text Indent 3 Char"/>
    <w:basedOn w:val="DefaultParagraphFont"/>
    <w:link w:val="BodyTextIndent3"/>
    <w:rsid w:val="00FE4933"/>
    <w:rPr>
      <w:sz w:val="24"/>
      <w:szCs w:val="24"/>
      <w:lang w:eastAsia="en-US"/>
    </w:rPr>
  </w:style>
  <w:style w:type="character" w:customStyle="1" w:styleId="Heading9Char">
    <w:name w:val="Heading 9 Char"/>
    <w:basedOn w:val="DefaultParagraphFont"/>
    <w:link w:val="Heading9"/>
    <w:rsid w:val="00FE4933"/>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Template>
  <TotalTime>23</TotalTime>
  <Pages>3</Pages>
  <Words>521</Words>
  <Characters>2974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gczahariev</cp:lastModifiedBy>
  <cp:revision>5</cp:revision>
  <cp:lastPrinted>2019-01-23T13:49:00Z</cp:lastPrinted>
  <dcterms:created xsi:type="dcterms:W3CDTF">2019-01-23T10:54:00Z</dcterms:created>
  <dcterms:modified xsi:type="dcterms:W3CDTF">2019-01-25T12:07:00Z</dcterms:modified>
</cp:coreProperties>
</file>